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426" w:rsidRDefault="00ED0929" w:rsidP="006F1DE4">
      <w:pPr>
        <w:overflowPunct/>
        <w:autoSpaceDE/>
        <w:autoSpaceDN/>
        <w:adjustRightInd/>
        <w:jc w:val="center"/>
        <w:textAlignment w:val="auto"/>
        <w:rPr>
          <w:bCs/>
          <w:color w:val="000000"/>
          <w:szCs w:val="24"/>
        </w:rPr>
      </w:pPr>
      <w:r>
        <w:rPr>
          <w:color w:val="000000"/>
          <w:szCs w:val="24"/>
        </w:rPr>
        <w:t>S</w:t>
      </w:r>
      <w:r w:rsidR="00231426" w:rsidRPr="00231426">
        <w:rPr>
          <w:bCs/>
          <w:color w:val="000000"/>
          <w:szCs w:val="24"/>
        </w:rPr>
        <w:t>CHEDA DI ADESIONE PROGETTO IN RETE</w:t>
      </w:r>
      <w:r w:rsidR="006F1DE4">
        <w:rPr>
          <w:bCs/>
          <w:color w:val="000000"/>
          <w:szCs w:val="24"/>
        </w:rPr>
        <w:t xml:space="preserve">  </w:t>
      </w:r>
      <w:r w:rsidR="00231426" w:rsidRPr="00231426">
        <w:rPr>
          <w:bCs/>
          <w:color w:val="000000"/>
          <w:szCs w:val="24"/>
        </w:rPr>
        <w:t>“BASKIN@SCUOLA</w:t>
      </w:r>
      <w:r w:rsidR="00231426">
        <w:rPr>
          <w:bCs/>
          <w:color w:val="000000"/>
          <w:szCs w:val="24"/>
        </w:rPr>
        <w:t>”</w:t>
      </w:r>
    </w:p>
    <w:p w:rsidR="00231426" w:rsidRPr="003A2699" w:rsidRDefault="00231426" w:rsidP="002139FA">
      <w:pPr>
        <w:overflowPunct/>
        <w:autoSpaceDE/>
        <w:autoSpaceDN/>
        <w:adjustRightInd/>
        <w:ind w:firstLine="1000"/>
        <w:textAlignment w:val="auto"/>
        <w:rPr>
          <w:color w:val="000000"/>
          <w:szCs w:val="24"/>
        </w:rPr>
      </w:pPr>
      <w:r>
        <w:rPr>
          <w:bCs/>
          <w:color w:val="000000"/>
          <w:szCs w:val="24"/>
        </w:rPr>
        <w:t xml:space="preserve">                                               </w:t>
      </w:r>
      <w:proofErr w:type="spellStart"/>
      <w:r w:rsidRPr="00231426">
        <w:rPr>
          <w:bCs/>
          <w:color w:val="000000"/>
          <w:szCs w:val="24"/>
        </w:rPr>
        <w:t>a.s.</w:t>
      </w:r>
      <w:proofErr w:type="spellEnd"/>
      <w:r w:rsidRPr="00231426">
        <w:rPr>
          <w:bCs/>
          <w:color w:val="000000"/>
          <w:szCs w:val="24"/>
        </w:rPr>
        <w:t xml:space="preserve"> 2018/19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62"/>
        <w:gridCol w:w="1962"/>
        <w:gridCol w:w="2247"/>
      </w:tblGrid>
      <w:tr w:rsidR="008559D9" w:rsidRPr="003A2699" w:rsidTr="006F1DE4">
        <w:trPr>
          <w:trHeight w:val="608"/>
        </w:trPr>
        <w:tc>
          <w:tcPr>
            <w:tcW w:w="92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559D9" w:rsidRPr="003A2699" w:rsidRDefault="008559D9" w:rsidP="002139FA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Cs w:val="24"/>
              </w:rPr>
            </w:pPr>
            <w:r w:rsidRPr="003A2699">
              <w:rPr>
                <w:bCs/>
                <w:color w:val="000000"/>
                <w:szCs w:val="24"/>
              </w:rPr>
              <w:t xml:space="preserve">    </w:t>
            </w:r>
            <w:r w:rsidR="00231426" w:rsidRPr="003A2699">
              <w:rPr>
                <w:bCs/>
                <w:color w:val="000000"/>
                <w:szCs w:val="24"/>
              </w:rPr>
              <w:t>      </w:t>
            </w:r>
            <w:r w:rsidRPr="003A2699">
              <w:rPr>
                <w:bCs/>
                <w:color w:val="000000"/>
                <w:szCs w:val="24"/>
              </w:rPr>
              <w:t> </w:t>
            </w:r>
            <w:r w:rsidR="00231426" w:rsidRPr="003A2699">
              <w:rPr>
                <w:bCs/>
                <w:color w:val="000000"/>
                <w:szCs w:val="24"/>
              </w:rPr>
              <w:t xml:space="preserve">  </w:t>
            </w:r>
            <w:r w:rsidR="002139FA" w:rsidRPr="003A2699">
              <w:rPr>
                <w:bCs/>
                <w:color w:val="000000"/>
                <w:szCs w:val="24"/>
              </w:rPr>
              <w:t xml:space="preserve">            </w:t>
            </w:r>
            <w:r w:rsidRPr="003A2699">
              <w:rPr>
                <w:bCs/>
                <w:color w:val="000000"/>
                <w:szCs w:val="24"/>
              </w:rPr>
              <w:t>Per le scuole degli Ambiti Ascoli Piceno - Fermo 03-04-05-06</w:t>
            </w:r>
          </w:p>
          <w:p w:rsidR="008559D9" w:rsidRPr="003A2699" w:rsidRDefault="008559D9" w:rsidP="007A3E9D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Cs w:val="24"/>
              </w:rPr>
            </w:pPr>
            <w:r w:rsidRPr="003A2699">
              <w:rPr>
                <w:bCs/>
                <w:color w:val="000000"/>
                <w:szCs w:val="24"/>
              </w:rPr>
              <w:t xml:space="preserve">Da inviare </w:t>
            </w:r>
            <w:r w:rsidRPr="003A2699">
              <w:rPr>
                <w:b/>
                <w:bCs/>
                <w:color w:val="000000"/>
                <w:szCs w:val="24"/>
              </w:rPr>
              <w:t xml:space="preserve">entro il </w:t>
            </w:r>
            <w:r w:rsidR="005D33E0">
              <w:rPr>
                <w:b/>
              </w:rPr>
              <w:t>20</w:t>
            </w:r>
            <w:r w:rsidRPr="005D33E0">
              <w:rPr>
                <w:b/>
              </w:rPr>
              <w:t xml:space="preserve"> novembre</w:t>
            </w:r>
            <w:r w:rsidRPr="00231426">
              <w:t xml:space="preserve">  </w:t>
            </w:r>
            <w:r w:rsidRPr="005D33E0">
              <w:rPr>
                <w:b/>
              </w:rPr>
              <w:t>2018</w:t>
            </w:r>
            <w:r w:rsidRPr="003A2699">
              <w:rPr>
                <w:bCs/>
                <w:color w:val="000000"/>
                <w:szCs w:val="24"/>
              </w:rPr>
              <w:t xml:space="preserve"> al seguente indirizzo  </w:t>
            </w:r>
            <w:hyperlink r:id="rId9" w:history="1">
              <w:r w:rsidR="005D33E0" w:rsidRPr="00412704">
                <w:rPr>
                  <w:rStyle w:val="Collegamentoipertestuale"/>
                  <w:bCs/>
                  <w:szCs w:val="24"/>
                </w:rPr>
                <w:t>serafina.olmo@istruzione.it</w:t>
              </w:r>
            </w:hyperlink>
          </w:p>
        </w:tc>
      </w:tr>
      <w:tr w:rsidR="008559D9" w:rsidRPr="006F1DE4" w:rsidTr="002139FA">
        <w:trPr>
          <w:trHeight w:val="454"/>
        </w:trPr>
        <w:tc>
          <w:tcPr>
            <w:tcW w:w="92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139FA" w:rsidRPr="006F1DE4" w:rsidRDefault="008559D9" w:rsidP="008559D9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color w:val="000000"/>
                <w:sz w:val="20"/>
              </w:rPr>
            </w:pPr>
            <w:r w:rsidRPr="006F1DE4">
              <w:rPr>
                <w:b/>
                <w:bCs/>
                <w:color w:val="000000"/>
                <w:sz w:val="20"/>
              </w:rPr>
              <w:t xml:space="preserve">Denominazione </w:t>
            </w:r>
          </w:p>
          <w:p w:rsidR="008559D9" w:rsidRPr="006F1DE4" w:rsidRDefault="008559D9" w:rsidP="009E186C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color w:val="000000"/>
                <w:sz w:val="20"/>
              </w:rPr>
            </w:pPr>
            <w:r w:rsidRPr="006F1DE4">
              <w:rPr>
                <w:b/>
                <w:bCs/>
                <w:color w:val="000000"/>
                <w:sz w:val="20"/>
              </w:rPr>
              <w:t>Istituto Scolastico</w:t>
            </w:r>
            <w:r w:rsidR="007A3E9D" w:rsidRPr="006F1DE4">
              <w:rPr>
                <w:b/>
                <w:bCs/>
                <w:color w:val="000000"/>
                <w:sz w:val="20"/>
              </w:rPr>
              <w:t xml:space="preserve"> </w:t>
            </w:r>
            <w:r w:rsidR="002139FA" w:rsidRPr="006F1DE4">
              <w:rPr>
                <w:b/>
                <w:bCs/>
                <w:color w:val="000000"/>
                <w:sz w:val="20"/>
              </w:rPr>
              <w:t>__________</w:t>
            </w:r>
            <w:r w:rsidR="007A3E9D" w:rsidRPr="006F1DE4">
              <w:rPr>
                <w:b/>
                <w:bCs/>
                <w:color w:val="000000"/>
                <w:sz w:val="20"/>
              </w:rPr>
              <w:t>____________________________________________</w:t>
            </w:r>
          </w:p>
        </w:tc>
      </w:tr>
      <w:tr w:rsidR="008559D9" w:rsidRPr="006F1DE4" w:rsidTr="006F1DE4">
        <w:trPr>
          <w:trHeight w:val="311"/>
        </w:trPr>
        <w:tc>
          <w:tcPr>
            <w:tcW w:w="92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559D9" w:rsidRPr="006F1DE4" w:rsidRDefault="008559D9" w:rsidP="009E186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0"/>
              </w:rPr>
            </w:pPr>
            <w:r w:rsidRPr="006F1DE4">
              <w:rPr>
                <w:b/>
                <w:bCs/>
                <w:color w:val="000000"/>
                <w:sz w:val="20"/>
              </w:rPr>
              <w:t xml:space="preserve">Ambito Territoriale di appartenenza </w:t>
            </w:r>
            <w:r w:rsidR="005D33E0" w:rsidRPr="006F1DE4">
              <w:rPr>
                <w:b/>
                <w:bCs/>
                <w:color w:val="000000"/>
                <w:sz w:val="20"/>
              </w:rPr>
              <w:t xml:space="preserve">     </w:t>
            </w:r>
            <w:r w:rsidR="005D33E0" w:rsidRPr="006F1DE4">
              <w:rPr>
                <w:bCs/>
                <w:color w:val="000000"/>
                <w:sz w:val="20"/>
              </w:rPr>
              <w:t xml:space="preserve">  </w:t>
            </w:r>
            <w:r w:rsidR="005D33E0" w:rsidRPr="006F1DE4">
              <w:rPr>
                <w:rFonts w:ascii="Calibri" w:hAnsi="Calibri"/>
                <w:bCs/>
                <w:color w:val="000000"/>
                <w:sz w:val="20"/>
              </w:rPr>
              <w:t>□</w:t>
            </w:r>
            <w:r w:rsidR="005D33E0" w:rsidRPr="006F1DE4">
              <w:rPr>
                <w:bCs/>
                <w:color w:val="000000"/>
                <w:sz w:val="20"/>
              </w:rPr>
              <w:t xml:space="preserve">03            </w:t>
            </w:r>
            <w:r w:rsidR="005D33E0" w:rsidRPr="006F1DE4">
              <w:rPr>
                <w:rFonts w:ascii="Calibri" w:hAnsi="Calibri"/>
                <w:bCs/>
                <w:color w:val="000000"/>
                <w:sz w:val="20"/>
              </w:rPr>
              <w:t>□</w:t>
            </w:r>
            <w:r w:rsidR="005D33E0" w:rsidRPr="006F1DE4">
              <w:rPr>
                <w:bCs/>
                <w:color w:val="000000"/>
                <w:sz w:val="20"/>
              </w:rPr>
              <w:t xml:space="preserve">04            </w:t>
            </w:r>
            <w:r w:rsidR="005D33E0" w:rsidRPr="006F1DE4">
              <w:rPr>
                <w:rFonts w:ascii="Calibri" w:hAnsi="Calibri"/>
                <w:bCs/>
                <w:color w:val="000000"/>
                <w:sz w:val="20"/>
              </w:rPr>
              <w:t>□</w:t>
            </w:r>
            <w:r w:rsidR="005D33E0" w:rsidRPr="006F1DE4">
              <w:rPr>
                <w:bCs/>
                <w:color w:val="000000"/>
                <w:sz w:val="20"/>
              </w:rPr>
              <w:t xml:space="preserve">05          </w:t>
            </w:r>
            <w:r w:rsidR="005D33E0" w:rsidRPr="006F1DE4">
              <w:rPr>
                <w:rFonts w:ascii="Calibri" w:hAnsi="Calibri"/>
                <w:bCs/>
                <w:color w:val="000000"/>
                <w:sz w:val="20"/>
              </w:rPr>
              <w:t>□</w:t>
            </w:r>
            <w:r w:rsidR="005D33E0" w:rsidRPr="006F1DE4">
              <w:rPr>
                <w:bCs/>
                <w:color w:val="000000"/>
                <w:sz w:val="20"/>
              </w:rPr>
              <w:t>06</w:t>
            </w:r>
            <w:r w:rsidR="005D33E0" w:rsidRPr="006F1DE4">
              <w:rPr>
                <w:color w:val="000000"/>
                <w:sz w:val="20"/>
              </w:rPr>
              <w:t>  </w:t>
            </w:r>
            <w:r w:rsidRPr="006F1DE4">
              <w:rPr>
                <w:b/>
                <w:bCs/>
                <w:color w:val="000000"/>
                <w:sz w:val="20"/>
              </w:rPr>
              <w:t>  </w:t>
            </w:r>
            <w:r w:rsidR="005D33E0" w:rsidRPr="006F1DE4">
              <w:rPr>
                <w:b/>
                <w:bCs/>
                <w:color w:val="000000"/>
                <w:sz w:val="20"/>
              </w:rPr>
              <w:t xml:space="preserve">          </w:t>
            </w:r>
          </w:p>
        </w:tc>
      </w:tr>
      <w:tr w:rsidR="008559D9" w:rsidRPr="006F1DE4" w:rsidTr="006F1DE4">
        <w:trPr>
          <w:trHeight w:val="939"/>
        </w:trPr>
        <w:tc>
          <w:tcPr>
            <w:tcW w:w="92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559D9" w:rsidRPr="006F1DE4" w:rsidRDefault="008559D9" w:rsidP="008559D9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0"/>
              </w:rPr>
            </w:pPr>
            <w:r w:rsidRPr="006F1DE4">
              <w:rPr>
                <w:b/>
                <w:bCs/>
                <w:color w:val="000000"/>
                <w:sz w:val="20"/>
              </w:rPr>
              <w:t> Docente di educazione fisica referente per il progetto</w:t>
            </w:r>
          </w:p>
          <w:p w:rsidR="008559D9" w:rsidRPr="006F1DE4" w:rsidRDefault="008559D9" w:rsidP="008559D9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0"/>
              </w:rPr>
            </w:pPr>
            <w:r w:rsidRPr="006F1DE4">
              <w:rPr>
                <w:color w:val="000000"/>
                <w:sz w:val="20"/>
              </w:rPr>
              <w:t>Cognome/nome ________________________________________________</w:t>
            </w:r>
          </w:p>
          <w:p w:rsidR="006F1DE4" w:rsidRDefault="006F1DE4" w:rsidP="009E186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0"/>
              </w:rPr>
            </w:pPr>
          </w:p>
          <w:p w:rsidR="008559D9" w:rsidRPr="006F1DE4" w:rsidRDefault="008559D9" w:rsidP="009E186C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0"/>
              </w:rPr>
            </w:pPr>
            <w:r w:rsidRPr="006F1DE4">
              <w:rPr>
                <w:color w:val="000000"/>
                <w:sz w:val="20"/>
              </w:rPr>
              <w:t>Indirizzo mail</w:t>
            </w:r>
            <w:r w:rsidRPr="006F1DE4">
              <w:rPr>
                <w:b/>
                <w:bCs/>
                <w:color w:val="000000"/>
                <w:sz w:val="20"/>
              </w:rPr>
              <w:t xml:space="preserve">  ______________________@ _________________________</w:t>
            </w:r>
          </w:p>
        </w:tc>
      </w:tr>
      <w:tr w:rsidR="007A3E9D" w:rsidRPr="003A2699" w:rsidTr="002139FA">
        <w:trPr>
          <w:trHeight w:val="265"/>
        </w:trPr>
        <w:tc>
          <w:tcPr>
            <w:tcW w:w="92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559D9" w:rsidRPr="003A2699" w:rsidRDefault="007A3E9D" w:rsidP="002139FA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Cs w:val="24"/>
              </w:rPr>
            </w:pPr>
            <w:r w:rsidRPr="003A2699">
              <w:rPr>
                <w:b/>
                <w:bCs/>
                <w:color w:val="000000"/>
                <w:szCs w:val="24"/>
              </w:rPr>
              <w:t xml:space="preserve">           Alunni interessati al progetto previa autorizzazione delle famiglie.</w:t>
            </w:r>
          </w:p>
        </w:tc>
      </w:tr>
      <w:tr w:rsidR="007A3E9D" w:rsidRPr="006F1DE4" w:rsidTr="002139FA">
        <w:trPr>
          <w:trHeight w:val="20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E9D" w:rsidRPr="006F1DE4" w:rsidRDefault="007A3E9D" w:rsidP="002139FA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color w:val="000000"/>
                <w:sz w:val="20"/>
              </w:rPr>
            </w:pPr>
            <w:r w:rsidRPr="006F1DE4">
              <w:rPr>
                <w:b/>
                <w:bCs/>
                <w:color w:val="000000"/>
                <w:sz w:val="20"/>
              </w:rPr>
              <w:t>Cognome/nome</w:t>
            </w:r>
          </w:p>
        </w:tc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E9D" w:rsidRPr="006F1DE4" w:rsidRDefault="007A3E9D" w:rsidP="002139FA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color w:val="000000"/>
                <w:sz w:val="20"/>
              </w:rPr>
            </w:pPr>
            <w:r w:rsidRPr="006F1DE4">
              <w:rPr>
                <w:b/>
                <w:bCs/>
                <w:color w:val="000000"/>
                <w:sz w:val="20"/>
              </w:rPr>
              <w:t xml:space="preserve">Classe </w:t>
            </w:r>
          </w:p>
        </w:tc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E9D" w:rsidRPr="006F1DE4" w:rsidRDefault="007A3E9D" w:rsidP="002139FA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color w:val="000000"/>
                <w:sz w:val="20"/>
              </w:rPr>
            </w:pPr>
            <w:r w:rsidRPr="006F1DE4">
              <w:rPr>
                <w:b/>
                <w:bCs/>
                <w:color w:val="000000"/>
                <w:sz w:val="20"/>
              </w:rPr>
              <w:t xml:space="preserve"> Data di nascita</w:t>
            </w:r>
          </w:p>
        </w:tc>
      </w:tr>
      <w:tr w:rsidR="007A3E9D" w:rsidRPr="006F1DE4" w:rsidTr="002139FA">
        <w:trPr>
          <w:trHeight w:val="20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E9D" w:rsidRPr="006F1DE4" w:rsidRDefault="007A3E9D" w:rsidP="002139FA">
            <w:pPr>
              <w:overflowPunct/>
              <w:autoSpaceDE/>
              <w:autoSpaceDN/>
              <w:adjustRightInd/>
              <w:spacing w:line="120" w:lineRule="auto"/>
              <w:jc w:val="both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E9D" w:rsidRPr="006F1DE4" w:rsidRDefault="007A3E9D" w:rsidP="002139FA">
            <w:pPr>
              <w:overflowPunct/>
              <w:autoSpaceDE/>
              <w:autoSpaceDN/>
              <w:adjustRightInd/>
              <w:spacing w:line="120" w:lineRule="auto"/>
              <w:jc w:val="both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E9D" w:rsidRPr="006F1DE4" w:rsidRDefault="007A3E9D" w:rsidP="002139FA">
            <w:pPr>
              <w:overflowPunct/>
              <w:autoSpaceDE/>
              <w:autoSpaceDN/>
              <w:adjustRightInd/>
              <w:spacing w:line="120" w:lineRule="auto"/>
              <w:jc w:val="both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</w:tr>
      <w:tr w:rsidR="007A3E9D" w:rsidRPr="006F1DE4" w:rsidTr="002139FA">
        <w:trPr>
          <w:trHeight w:val="20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E9D" w:rsidRPr="006F1DE4" w:rsidRDefault="007A3E9D" w:rsidP="002139FA">
            <w:pPr>
              <w:overflowPunct/>
              <w:autoSpaceDE/>
              <w:autoSpaceDN/>
              <w:adjustRightInd/>
              <w:spacing w:line="120" w:lineRule="auto"/>
              <w:jc w:val="both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E9D" w:rsidRPr="006F1DE4" w:rsidRDefault="007A3E9D" w:rsidP="002139FA">
            <w:pPr>
              <w:overflowPunct/>
              <w:autoSpaceDE/>
              <w:autoSpaceDN/>
              <w:adjustRightInd/>
              <w:spacing w:line="120" w:lineRule="auto"/>
              <w:jc w:val="both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E9D" w:rsidRPr="006F1DE4" w:rsidRDefault="007A3E9D" w:rsidP="002139FA">
            <w:pPr>
              <w:overflowPunct/>
              <w:autoSpaceDE/>
              <w:autoSpaceDN/>
              <w:adjustRightInd/>
              <w:spacing w:line="120" w:lineRule="auto"/>
              <w:jc w:val="both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</w:tr>
      <w:tr w:rsidR="007A3E9D" w:rsidRPr="006F1DE4" w:rsidTr="002139FA">
        <w:trPr>
          <w:trHeight w:val="20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E9D" w:rsidRPr="006F1DE4" w:rsidRDefault="007A3E9D" w:rsidP="002139FA">
            <w:pPr>
              <w:overflowPunct/>
              <w:autoSpaceDE/>
              <w:autoSpaceDN/>
              <w:adjustRightInd/>
              <w:spacing w:line="120" w:lineRule="auto"/>
              <w:jc w:val="both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E9D" w:rsidRPr="006F1DE4" w:rsidRDefault="007A3E9D" w:rsidP="002139FA">
            <w:pPr>
              <w:overflowPunct/>
              <w:autoSpaceDE/>
              <w:autoSpaceDN/>
              <w:adjustRightInd/>
              <w:spacing w:line="120" w:lineRule="auto"/>
              <w:jc w:val="both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E9D" w:rsidRPr="006F1DE4" w:rsidRDefault="007A3E9D" w:rsidP="002139FA">
            <w:pPr>
              <w:overflowPunct/>
              <w:autoSpaceDE/>
              <w:autoSpaceDN/>
              <w:adjustRightInd/>
              <w:spacing w:line="120" w:lineRule="auto"/>
              <w:jc w:val="both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</w:tr>
      <w:tr w:rsidR="007A3E9D" w:rsidRPr="006F1DE4" w:rsidTr="002139FA">
        <w:trPr>
          <w:trHeight w:val="20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E9D" w:rsidRPr="006F1DE4" w:rsidRDefault="007A3E9D" w:rsidP="002139FA">
            <w:pPr>
              <w:overflowPunct/>
              <w:autoSpaceDE/>
              <w:autoSpaceDN/>
              <w:adjustRightInd/>
              <w:spacing w:line="120" w:lineRule="auto"/>
              <w:jc w:val="both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E9D" w:rsidRPr="006F1DE4" w:rsidRDefault="007A3E9D" w:rsidP="002139FA">
            <w:pPr>
              <w:overflowPunct/>
              <w:autoSpaceDE/>
              <w:autoSpaceDN/>
              <w:adjustRightInd/>
              <w:spacing w:line="120" w:lineRule="auto"/>
              <w:jc w:val="both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E9D" w:rsidRPr="006F1DE4" w:rsidRDefault="007A3E9D" w:rsidP="002139FA">
            <w:pPr>
              <w:overflowPunct/>
              <w:autoSpaceDE/>
              <w:autoSpaceDN/>
              <w:adjustRightInd/>
              <w:spacing w:line="120" w:lineRule="auto"/>
              <w:jc w:val="both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</w:tr>
      <w:tr w:rsidR="007A3E9D" w:rsidRPr="006F1DE4" w:rsidTr="002139FA">
        <w:trPr>
          <w:trHeight w:val="20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E9D" w:rsidRPr="006F1DE4" w:rsidRDefault="007A3E9D" w:rsidP="002139FA">
            <w:pPr>
              <w:overflowPunct/>
              <w:autoSpaceDE/>
              <w:autoSpaceDN/>
              <w:adjustRightInd/>
              <w:spacing w:line="120" w:lineRule="auto"/>
              <w:jc w:val="both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E9D" w:rsidRPr="006F1DE4" w:rsidRDefault="007A3E9D" w:rsidP="002139FA">
            <w:pPr>
              <w:overflowPunct/>
              <w:autoSpaceDE/>
              <w:autoSpaceDN/>
              <w:adjustRightInd/>
              <w:spacing w:line="120" w:lineRule="auto"/>
              <w:jc w:val="both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E9D" w:rsidRPr="006F1DE4" w:rsidRDefault="007A3E9D" w:rsidP="002139FA">
            <w:pPr>
              <w:overflowPunct/>
              <w:autoSpaceDE/>
              <w:autoSpaceDN/>
              <w:adjustRightInd/>
              <w:spacing w:line="120" w:lineRule="auto"/>
              <w:jc w:val="both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</w:tr>
      <w:tr w:rsidR="007A3E9D" w:rsidRPr="006F1DE4" w:rsidTr="002139FA">
        <w:trPr>
          <w:trHeight w:val="20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E9D" w:rsidRPr="006F1DE4" w:rsidRDefault="007A3E9D" w:rsidP="002139FA">
            <w:pPr>
              <w:overflowPunct/>
              <w:autoSpaceDE/>
              <w:autoSpaceDN/>
              <w:adjustRightInd/>
              <w:spacing w:line="120" w:lineRule="auto"/>
              <w:jc w:val="both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E9D" w:rsidRPr="006F1DE4" w:rsidRDefault="007A3E9D" w:rsidP="002139FA">
            <w:pPr>
              <w:overflowPunct/>
              <w:autoSpaceDE/>
              <w:autoSpaceDN/>
              <w:adjustRightInd/>
              <w:spacing w:line="120" w:lineRule="auto"/>
              <w:jc w:val="both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E9D" w:rsidRPr="006F1DE4" w:rsidRDefault="007A3E9D" w:rsidP="002139FA">
            <w:pPr>
              <w:overflowPunct/>
              <w:autoSpaceDE/>
              <w:autoSpaceDN/>
              <w:adjustRightInd/>
              <w:spacing w:line="120" w:lineRule="auto"/>
              <w:jc w:val="both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</w:tr>
      <w:tr w:rsidR="002139FA" w:rsidRPr="006F1DE4" w:rsidTr="002139FA">
        <w:trPr>
          <w:trHeight w:val="20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39FA" w:rsidRPr="006F1DE4" w:rsidRDefault="002139FA" w:rsidP="002139FA">
            <w:pPr>
              <w:overflowPunct/>
              <w:autoSpaceDE/>
              <w:autoSpaceDN/>
              <w:adjustRightInd/>
              <w:spacing w:line="120" w:lineRule="auto"/>
              <w:jc w:val="both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39FA" w:rsidRPr="006F1DE4" w:rsidRDefault="002139FA" w:rsidP="002139FA">
            <w:pPr>
              <w:overflowPunct/>
              <w:autoSpaceDE/>
              <w:autoSpaceDN/>
              <w:adjustRightInd/>
              <w:spacing w:line="120" w:lineRule="auto"/>
              <w:jc w:val="both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39FA" w:rsidRPr="006F1DE4" w:rsidRDefault="002139FA" w:rsidP="002139FA">
            <w:pPr>
              <w:overflowPunct/>
              <w:autoSpaceDE/>
              <w:autoSpaceDN/>
              <w:adjustRightInd/>
              <w:spacing w:line="120" w:lineRule="auto"/>
              <w:jc w:val="both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</w:tr>
      <w:tr w:rsidR="002139FA" w:rsidRPr="006F1DE4" w:rsidTr="002139FA">
        <w:trPr>
          <w:trHeight w:val="20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39FA" w:rsidRPr="006F1DE4" w:rsidRDefault="002139FA" w:rsidP="002139FA">
            <w:pPr>
              <w:overflowPunct/>
              <w:autoSpaceDE/>
              <w:autoSpaceDN/>
              <w:adjustRightInd/>
              <w:spacing w:line="120" w:lineRule="auto"/>
              <w:jc w:val="both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39FA" w:rsidRPr="006F1DE4" w:rsidRDefault="002139FA" w:rsidP="002139FA">
            <w:pPr>
              <w:overflowPunct/>
              <w:autoSpaceDE/>
              <w:autoSpaceDN/>
              <w:adjustRightInd/>
              <w:spacing w:line="120" w:lineRule="auto"/>
              <w:jc w:val="both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39FA" w:rsidRPr="006F1DE4" w:rsidRDefault="002139FA" w:rsidP="002139FA">
            <w:pPr>
              <w:overflowPunct/>
              <w:autoSpaceDE/>
              <w:autoSpaceDN/>
              <w:adjustRightInd/>
              <w:spacing w:line="120" w:lineRule="auto"/>
              <w:jc w:val="both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</w:tr>
      <w:tr w:rsidR="002139FA" w:rsidRPr="006F1DE4" w:rsidTr="002139FA">
        <w:trPr>
          <w:trHeight w:val="20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39FA" w:rsidRPr="006F1DE4" w:rsidRDefault="002139FA" w:rsidP="002139FA">
            <w:pPr>
              <w:overflowPunct/>
              <w:autoSpaceDE/>
              <w:autoSpaceDN/>
              <w:adjustRightInd/>
              <w:spacing w:line="120" w:lineRule="auto"/>
              <w:jc w:val="both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39FA" w:rsidRPr="006F1DE4" w:rsidRDefault="002139FA" w:rsidP="002139FA">
            <w:pPr>
              <w:overflowPunct/>
              <w:autoSpaceDE/>
              <w:autoSpaceDN/>
              <w:adjustRightInd/>
              <w:spacing w:line="120" w:lineRule="auto"/>
              <w:jc w:val="both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39FA" w:rsidRPr="006F1DE4" w:rsidRDefault="002139FA" w:rsidP="002139FA">
            <w:pPr>
              <w:overflowPunct/>
              <w:autoSpaceDE/>
              <w:autoSpaceDN/>
              <w:adjustRightInd/>
              <w:spacing w:line="120" w:lineRule="auto"/>
              <w:jc w:val="both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</w:tr>
      <w:tr w:rsidR="002139FA" w:rsidRPr="006F1DE4" w:rsidTr="002139FA">
        <w:trPr>
          <w:trHeight w:val="20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39FA" w:rsidRPr="006F1DE4" w:rsidRDefault="002139FA" w:rsidP="002139FA">
            <w:pPr>
              <w:overflowPunct/>
              <w:autoSpaceDE/>
              <w:autoSpaceDN/>
              <w:adjustRightInd/>
              <w:spacing w:line="120" w:lineRule="auto"/>
              <w:jc w:val="both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39FA" w:rsidRPr="006F1DE4" w:rsidRDefault="002139FA" w:rsidP="002139FA">
            <w:pPr>
              <w:overflowPunct/>
              <w:autoSpaceDE/>
              <w:autoSpaceDN/>
              <w:adjustRightInd/>
              <w:spacing w:line="120" w:lineRule="auto"/>
              <w:jc w:val="both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39FA" w:rsidRPr="006F1DE4" w:rsidRDefault="002139FA" w:rsidP="002139FA">
            <w:pPr>
              <w:overflowPunct/>
              <w:autoSpaceDE/>
              <w:autoSpaceDN/>
              <w:adjustRightInd/>
              <w:spacing w:line="120" w:lineRule="auto"/>
              <w:jc w:val="both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</w:tr>
      <w:tr w:rsidR="002139FA" w:rsidRPr="006F1DE4" w:rsidTr="002139FA">
        <w:trPr>
          <w:trHeight w:val="20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39FA" w:rsidRPr="006F1DE4" w:rsidRDefault="002139FA" w:rsidP="002139FA">
            <w:pPr>
              <w:overflowPunct/>
              <w:autoSpaceDE/>
              <w:autoSpaceDN/>
              <w:adjustRightInd/>
              <w:spacing w:line="120" w:lineRule="auto"/>
              <w:jc w:val="both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39FA" w:rsidRPr="006F1DE4" w:rsidRDefault="002139FA" w:rsidP="002139FA">
            <w:pPr>
              <w:overflowPunct/>
              <w:autoSpaceDE/>
              <w:autoSpaceDN/>
              <w:adjustRightInd/>
              <w:spacing w:line="120" w:lineRule="auto"/>
              <w:jc w:val="both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39FA" w:rsidRPr="006F1DE4" w:rsidRDefault="002139FA" w:rsidP="002139FA">
            <w:pPr>
              <w:overflowPunct/>
              <w:autoSpaceDE/>
              <w:autoSpaceDN/>
              <w:adjustRightInd/>
              <w:spacing w:line="120" w:lineRule="auto"/>
              <w:jc w:val="both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</w:tr>
      <w:tr w:rsidR="002139FA" w:rsidRPr="006F1DE4" w:rsidTr="002139FA">
        <w:trPr>
          <w:trHeight w:val="20"/>
        </w:trPr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39FA" w:rsidRPr="006F1DE4" w:rsidRDefault="002139FA" w:rsidP="002139FA">
            <w:pPr>
              <w:overflowPunct/>
              <w:autoSpaceDE/>
              <w:autoSpaceDN/>
              <w:adjustRightInd/>
              <w:spacing w:line="120" w:lineRule="auto"/>
              <w:jc w:val="both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39FA" w:rsidRPr="006F1DE4" w:rsidRDefault="002139FA" w:rsidP="002139FA">
            <w:pPr>
              <w:overflowPunct/>
              <w:autoSpaceDE/>
              <w:autoSpaceDN/>
              <w:adjustRightInd/>
              <w:spacing w:line="120" w:lineRule="auto"/>
              <w:jc w:val="both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39FA" w:rsidRPr="006F1DE4" w:rsidRDefault="002139FA" w:rsidP="002139FA">
            <w:pPr>
              <w:overflowPunct/>
              <w:autoSpaceDE/>
              <w:autoSpaceDN/>
              <w:adjustRightInd/>
              <w:spacing w:line="120" w:lineRule="auto"/>
              <w:jc w:val="both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</w:tr>
    </w:tbl>
    <w:p w:rsidR="002139FA" w:rsidRDefault="002139FA" w:rsidP="009E186C">
      <w:pPr>
        <w:overflowPunct/>
        <w:autoSpaceDE/>
        <w:autoSpaceDN/>
        <w:adjustRightInd/>
        <w:jc w:val="both"/>
        <w:textAlignment w:val="auto"/>
        <w:rPr>
          <w:color w:val="000000"/>
          <w:szCs w:val="24"/>
        </w:rPr>
      </w:pPr>
    </w:p>
    <w:p w:rsidR="002139FA" w:rsidRDefault="009E186C" w:rsidP="009E186C">
      <w:pPr>
        <w:overflowPunct/>
        <w:autoSpaceDE/>
        <w:autoSpaceDN/>
        <w:adjustRightInd/>
        <w:jc w:val="both"/>
        <w:textAlignment w:val="auto"/>
        <w:rPr>
          <w:color w:val="000000"/>
          <w:szCs w:val="24"/>
        </w:rPr>
      </w:pPr>
      <w:r w:rsidRPr="002139FA">
        <w:rPr>
          <w:b/>
          <w:color w:val="000000"/>
          <w:szCs w:val="24"/>
        </w:rPr>
        <w:t>Con la presente si esprime:</w:t>
      </w:r>
    </w:p>
    <w:p w:rsidR="009E186C" w:rsidRPr="009E186C" w:rsidRDefault="002139FA" w:rsidP="009E186C">
      <w:pPr>
        <w:overflowPunct/>
        <w:autoSpaceDE/>
        <w:autoSpaceDN/>
        <w:adjustRightInd/>
        <w:jc w:val="both"/>
        <w:textAlignment w:val="auto"/>
        <w:rPr>
          <w:color w:val="000000"/>
          <w:szCs w:val="24"/>
        </w:rPr>
      </w:pPr>
      <w:r w:rsidRPr="005D33E0">
        <w:rPr>
          <w:rFonts w:ascii="Calibri" w:hAnsi="Calibri"/>
          <w:bCs/>
          <w:color w:val="000000"/>
          <w:sz w:val="44"/>
          <w:szCs w:val="44"/>
        </w:rPr>
        <w:t>□</w:t>
      </w:r>
      <w:r>
        <w:rPr>
          <w:color w:val="000000"/>
          <w:szCs w:val="24"/>
        </w:rPr>
        <w:t xml:space="preserve"> </w:t>
      </w:r>
      <w:r w:rsidR="00731510" w:rsidRPr="00731510">
        <w:rPr>
          <w:color w:val="000000"/>
          <w:sz w:val="22"/>
          <w:szCs w:val="22"/>
        </w:rPr>
        <w:t xml:space="preserve">ADESIONE AL PROGETTO E </w:t>
      </w:r>
      <w:r w:rsidRPr="00731510">
        <w:rPr>
          <w:color w:val="000000"/>
          <w:sz w:val="22"/>
          <w:szCs w:val="22"/>
        </w:rPr>
        <w:t xml:space="preserve"> DISPONIBILITÀ AD ENTRARE NELLA RETE  </w:t>
      </w:r>
      <w:r w:rsidR="00731510" w:rsidRPr="00731510">
        <w:rPr>
          <w:color w:val="000000"/>
          <w:sz w:val="22"/>
          <w:szCs w:val="22"/>
        </w:rPr>
        <w:t>DI SCOPO</w:t>
      </w:r>
    </w:p>
    <w:p w:rsidR="009E186C" w:rsidRPr="009E186C" w:rsidRDefault="002139FA" w:rsidP="009E186C">
      <w:pPr>
        <w:overflowPunct/>
        <w:autoSpaceDE/>
        <w:autoSpaceDN/>
        <w:adjustRightInd/>
        <w:jc w:val="both"/>
        <w:textAlignment w:val="auto"/>
        <w:rPr>
          <w:color w:val="000000"/>
          <w:szCs w:val="24"/>
        </w:rPr>
      </w:pPr>
      <w:r w:rsidRPr="005D33E0">
        <w:rPr>
          <w:rFonts w:ascii="Calibri" w:hAnsi="Calibri"/>
          <w:bCs/>
          <w:color w:val="000000"/>
          <w:sz w:val="44"/>
          <w:szCs w:val="44"/>
        </w:rPr>
        <w:t>□</w:t>
      </w:r>
      <w:r>
        <w:rPr>
          <w:color w:val="000000"/>
          <w:szCs w:val="24"/>
        </w:rPr>
        <w:t xml:space="preserve"> </w:t>
      </w:r>
      <w:r w:rsidRPr="009E186C">
        <w:rPr>
          <w:color w:val="000000"/>
          <w:szCs w:val="24"/>
        </w:rPr>
        <w:t>DISPONIBILITÀ AD ESSERE “SCUOLA POLO” DELLA RETE</w:t>
      </w:r>
    </w:p>
    <w:p w:rsidR="009E186C" w:rsidRPr="009E186C" w:rsidRDefault="009E186C" w:rsidP="006F1DE4">
      <w:pPr>
        <w:overflowPunct/>
        <w:autoSpaceDE/>
        <w:autoSpaceDN/>
        <w:adjustRightInd/>
        <w:spacing w:after="240"/>
        <w:jc w:val="both"/>
        <w:textAlignment w:val="auto"/>
        <w:rPr>
          <w:color w:val="000000"/>
          <w:szCs w:val="24"/>
        </w:rPr>
      </w:pPr>
      <w:r w:rsidRPr="009E186C">
        <w:rPr>
          <w:color w:val="000000"/>
          <w:szCs w:val="24"/>
        </w:rPr>
        <w:br/>
        <w:t>Data  __/__/__</w:t>
      </w:r>
      <w:r w:rsidR="002139FA">
        <w:rPr>
          <w:color w:val="000000"/>
          <w:szCs w:val="24"/>
        </w:rPr>
        <w:t>__</w:t>
      </w:r>
      <w:r w:rsidRPr="009E186C">
        <w:rPr>
          <w:color w:val="000000"/>
          <w:szCs w:val="24"/>
        </w:rPr>
        <w:t xml:space="preserve">                                                           </w:t>
      </w:r>
      <w:r w:rsidR="002139FA">
        <w:rPr>
          <w:color w:val="000000"/>
          <w:szCs w:val="24"/>
        </w:rPr>
        <w:t xml:space="preserve">                  </w:t>
      </w:r>
      <w:r w:rsidRPr="009E186C">
        <w:rPr>
          <w:color w:val="000000"/>
          <w:szCs w:val="24"/>
        </w:rPr>
        <w:t>Il Dirigente Scolastico</w:t>
      </w:r>
      <w:bookmarkStart w:id="0" w:name="_GoBack"/>
      <w:bookmarkEnd w:id="0"/>
      <w:r w:rsidRPr="009E186C">
        <w:rPr>
          <w:color w:val="000000"/>
          <w:szCs w:val="24"/>
        </w:rPr>
        <w:t xml:space="preserve"> </w:t>
      </w:r>
    </w:p>
    <w:p w:rsidR="00F814C4" w:rsidRPr="003A2699" w:rsidRDefault="009E186C" w:rsidP="002139FA">
      <w:pPr>
        <w:overflowPunct/>
        <w:autoSpaceDE/>
        <w:autoSpaceDN/>
        <w:adjustRightInd/>
        <w:jc w:val="both"/>
        <w:textAlignment w:val="auto"/>
        <w:rPr>
          <w:color w:val="000000"/>
          <w:szCs w:val="24"/>
        </w:rPr>
      </w:pPr>
      <w:r w:rsidRPr="009E186C">
        <w:rPr>
          <w:color w:val="000000"/>
          <w:szCs w:val="24"/>
        </w:rPr>
        <w:t xml:space="preserve">                                                                                   </w:t>
      </w:r>
      <w:r w:rsidR="002139FA">
        <w:rPr>
          <w:color w:val="000000"/>
          <w:szCs w:val="24"/>
        </w:rPr>
        <w:t xml:space="preserve">                 </w:t>
      </w:r>
      <w:r w:rsidR="004411A2">
        <w:rPr>
          <w:color w:val="000000"/>
          <w:szCs w:val="24"/>
        </w:rPr>
        <w:t xml:space="preserve">       </w:t>
      </w:r>
      <w:r w:rsidRPr="009E186C">
        <w:rPr>
          <w:color w:val="000000"/>
          <w:szCs w:val="24"/>
        </w:rPr>
        <w:t>_________________</w:t>
      </w:r>
    </w:p>
    <w:sectPr w:rsidR="00F814C4" w:rsidRPr="003A2699" w:rsidSect="006F1DE4">
      <w:headerReference w:type="default" r:id="rId10"/>
      <w:footerReference w:type="default" r:id="rId11"/>
      <w:pgSz w:w="11907" w:h="16840"/>
      <w:pgMar w:top="1080" w:right="1418" w:bottom="851" w:left="1418" w:header="0" w:footer="96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667" w:rsidRDefault="001E2667">
      <w:r>
        <w:separator/>
      </w:r>
    </w:p>
  </w:endnote>
  <w:endnote w:type="continuationSeparator" w:id="0">
    <w:p w:rsidR="001E2667" w:rsidRDefault="001E2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B9C" w:rsidRDefault="00A61B9C" w:rsidP="00F50A35">
    <w:pPr>
      <w:jc w:val="both"/>
      <w:rPr>
        <w:rFonts w:ascii="Calibri" w:hAnsi="Calibri" w:cs="Arial"/>
        <w:sz w:val="16"/>
        <w:szCs w:val="16"/>
      </w:rPr>
    </w:pPr>
  </w:p>
  <w:p w:rsidR="00A61B9C" w:rsidRDefault="00A61B9C" w:rsidP="00BF7BF3">
    <w:pPr>
      <w:jc w:val="both"/>
      <w:rPr>
        <w:rFonts w:ascii="Calibri" w:hAnsi="Calibri" w:cs="Arial"/>
        <w:sz w:val="16"/>
        <w:szCs w:val="16"/>
      </w:rPr>
    </w:pPr>
  </w:p>
  <w:p w:rsidR="00731510" w:rsidRPr="00731510" w:rsidRDefault="00731510" w:rsidP="00731510">
    <w:pPr>
      <w:rPr>
        <w:sz w:val="18"/>
        <w:szCs w:val="18"/>
      </w:rPr>
    </w:pPr>
    <w:r w:rsidRPr="00731510">
      <w:rPr>
        <w:sz w:val="18"/>
        <w:szCs w:val="18"/>
      </w:rPr>
      <w:t>201810</w:t>
    </w:r>
    <w:r w:rsidR="005E72E9">
      <w:rPr>
        <w:sz w:val="18"/>
        <w:szCs w:val="18"/>
      </w:rPr>
      <w:t>300950</w:t>
    </w:r>
    <w:r w:rsidR="00A61B9C" w:rsidRPr="00731510">
      <w:rPr>
        <w:sz w:val="18"/>
        <w:szCs w:val="18"/>
      </w:rPr>
      <w:t>_</w:t>
    </w:r>
    <w:r w:rsidRPr="00731510">
      <w:rPr>
        <w:sz w:val="18"/>
        <w:szCs w:val="18"/>
      </w:rPr>
      <w:t xml:space="preserve"> A2.2_PR17-18_25_P5_Attività sportive promozionali di </w:t>
    </w:r>
    <w:proofErr w:type="spellStart"/>
    <w:r w:rsidRPr="00731510">
      <w:rPr>
        <w:sz w:val="18"/>
        <w:szCs w:val="18"/>
      </w:rPr>
      <w:t>inclusione_Province</w:t>
    </w:r>
    <w:proofErr w:type="spellEnd"/>
    <w:r w:rsidRPr="00731510">
      <w:rPr>
        <w:sz w:val="18"/>
        <w:szCs w:val="18"/>
      </w:rPr>
      <w:t xml:space="preserve"> Ascoli P-Fermo</w:t>
    </w:r>
  </w:p>
  <w:p w:rsidR="00A61B9C" w:rsidRDefault="00A61B9C" w:rsidP="00BF7BF3">
    <w:pPr>
      <w:jc w:val="both"/>
      <w:rPr>
        <w:rFonts w:ascii="Calibri" w:hAnsi="Calibri" w:cs="Arial"/>
        <w:sz w:val="16"/>
        <w:szCs w:val="16"/>
      </w:rPr>
    </w:pPr>
    <w:r>
      <w:rPr>
        <w:rFonts w:ascii="Calibri" w:hAnsi="Calibri" w:cs="Arial"/>
        <w:sz w:val="16"/>
        <w:szCs w:val="16"/>
      </w:rPr>
      <w:tab/>
    </w:r>
  </w:p>
  <w:p w:rsidR="00A61B9C" w:rsidRDefault="00A61B9C" w:rsidP="00FB7C72">
    <w:pPr>
      <w:pStyle w:val="Pidipagina"/>
      <w:pBdr>
        <w:top w:val="single" w:sz="4" w:space="1" w:color="auto"/>
        <w:left w:val="single" w:sz="4" w:space="13" w:color="auto"/>
        <w:bottom w:val="single" w:sz="4" w:space="1" w:color="auto"/>
        <w:right w:val="single" w:sz="4" w:space="4" w:color="auto"/>
      </w:pBdr>
      <w:jc w:val="both"/>
      <w:rPr>
        <w:rFonts w:ascii="Calibri" w:hAnsi="Calibri" w:cs="Tahoma"/>
        <w:sz w:val="16"/>
        <w:szCs w:val="16"/>
      </w:rPr>
    </w:pPr>
    <w:r>
      <w:rPr>
        <w:rFonts w:ascii="Calibri" w:hAnsi="Calibri" w:cs="Tahoma"/>
        <w:sz w:val="16"/>
        <w:szCs w:val="16"/>
      </w:rPr>
      <w:t>Referente attività istruttoria: Olmo Serafina   Tel.0736 251046 - 0736 521037 e-mail: serafina.olmo@istruzione.it</w:t>
    </w:r>
  </w:p>
  <w:p w:rsidR="00A61B9C" w:rsidRDefault="00A61B9C" w:rsidP="00FB7C72">
    <w:pPr>
      <w:pStyle w:val="Pidipagina"/>
      <w:pBdr>
        <w:top w:val="single" w:sz="4" w:space="1" w:color="auto"/>
        <w:left w:val="single" w:sz="4" w:space="13" w:color="auto"/>
        <w:bottom w:val="single" w:sz="4" w:space="1" w:color="auto"/>
        <w:right w:val="single" w:sz="4" w:space="4" w:color="auto"/>
      </w:pBdr>
      <w:jc w:val="both"/>
      <w:rPr>
        <w:rFonts w:ascii="Calibri" w:hAnsi="Calibri" w:cs="Tahoma"/>
        <w:sz w:val="16"/>
        <w:szCs w:val="16"/>
      </w:rPr>
    </w:pPr>
    <w:r>
      <w:rPr>
        <w:rFonts w:ascii="Calibri" w:hAnsi="Calibri" w:cs="Tahoma"/>
        <w:sz w:val="16"/>
        <w:szCs w:val="16"/>
      </w:rPr>
      <w:t xml:space="preserve">Referente del procedimento: </w:t>
    </w:r>
    <w:r w:rsidR="00731510">
      <w:rPr>
        <w:rFonts w:ascii="Calibri" w:hAnsi="Calibri" w:cs="Tahoma"/>
        <w:sz w:val="16"/>
        <w:szCs w:val="16"/>
      </w:rPr>
      <w:t>Marco Petrini</w:t>
    </w:r>
    <w:r>
      <w:rPr>
        <w:rFonts w:ascii="Calibri" w:hAnsi="Calibri" w:cs="Tahoma"/>
        <w:sz w:val="16"/>
        <w:szCs w:val="16"/>
      </w:rPr>
      <w:t xml:space="preserve">    Tel. 071 2295437 e-mail: </w:t>
    </w:r>
    <w:hyperlink r:id="rId1" w:history="1">
      <w:r w:rsidR="00731510" w:rsidRPr="00412704">
        <w:rPr>
          <w:rStyle w:val="Collegamentoipertestuale"/>
          <w:rFonts w:ascii="Calibri" w:hAnsi="Calibri" w:cs="Tahoma"/>
          <w:sz w:val="16"/>
          <w:szCs w:val="16"/>
        </w:rPr>
        <w:t>marco.petrini@istruzione.it</w:t>
      </w:r>
    </w:hyperlink>
    <w:r>
      <w:rPr>
        <w:rFonts w:ascii="Calibri" w:hAnsi="Calibri" w:cs="Tahoma"/>
        <w:sz w:val="16"/>
        <w:szCs w:val="16"/>
      </w:rPr>
      <w:t xml:space="preserve"> </w:t>
    </w:r>
  </w:p>
  <w:p w:rsidR="00A61B9C" w:rsidRDefault="00A61B9C" w:rsidP="00FB7C72">
    <w:pPr>
      <w:pStyle w:val="Pidipagina"/>
      <w:jc w:val="center"/>
      <w:rPr>
        <w:rFonts w:ascii="Calibri" w:hAnsi="Calibri" w:cs="Arial"/>
        <w:sz w:val="18"/>
        <w:szCs w:val="18"/>
      </w:rPr>
    </w:pPr>
    <w:r>
      <w:rPr>
        <w:rFonts w:ascii="Calibri" w:hAnsi="Calibri" w:cs="Arial"/>
        <w:sz w:val="18"/>
        <w:szCs w:val="18"/>
      </w:rPr>
      <w:t xml:space="preserve">Via XXV Aprile, 19  - </w:t>
    </w:r>
    <w:r>
      <w:rPr>
        <w:rFonts w:ascii="Calibri" w:hAnsi="Calibri" w:cs="Arial"/>
        <w:smallCaps/>
        <w:sz w:val="18"/>
        <w:szCs w:val="18"/>
      </w:rPr>
      <w:t>Ancona</w:t>
    </w:r>
    <w:r>
      <w:rPr>
        <w:rFonts w:ascii="Calibri" w:hAnsi="Calibri" w:cs="Arial"/>
        <w:sz w:val="18"/>
        <w:szCs w:val="18"/>
      </w:rPr>
      <w:t xml:space="preserve"> - tel. 071 22 951 –  indirizzo posta elettronica certificata </w:t>
    </w:r>
    <w:hyperlink r:id="rId2" w:history="1">
      <w:r>
        <w:rPr>
          <w:rStyle w:val="Collegamentoipertestuale"/>
          <w:rFonts w:ascii="Calibri" w:hAnsi="Calibri" w:cs="Arial"/>
          <w:sz w:val="18"/>
          <w:szCs w:val="18"/>
        </w:rPr>
        <w:t>drma@postacert.istruzione.it</w:t>
      </w:r>
    </w:hyperlink>
  </w:p>
  <w:p w:rsidR="00A61B9C" w:rsidRDefault="00A61B9C" w:rsidP="00FB7C72">
    <w:pPr>
      <w:pStyle w:val="Pidipagina"/>
      <w:jc w:val="center"/>
      <w:rPr>
        <w:rFonts w:ascii="Calibri" w:hAnsi="Calibri" w:cs="Arial"/>
        <w:sz w:val="18"/>
        <w:szCs w:val="18"/>
      </w:rPr>
    </w:pPr>
    <w:r>
      <w:rPr>
        <w:rFonts w:ascii="Calibri" w:hAnsi="Calibri" w:cs="Arial"/>
        <w:sz w:val="18"/>
        <w:szCs w:val="18"/>
      </w:rPr>
      <w:t xml:space="preserve">indirizzo posta elettronica ordinaria </w:t>
    </w:r>
    <w:hyperlink r:id="rId3" w:history="1">
      <w:r>
        <w:rPr>
          <w:rStyle w:val="Collegamentoipertestuale"/>
          <w:rFonts w:ascii="Calibri" w:hAnsi="Calibri" w:cs="Arial"/>
          <w:sz w:val="18"/>
          <w:szCs w:val="18"/>
        </w:rPr>
        <w:t>direzione-marche@istruzione.it</w:t>
      </w:r>
    </w:hyperlink>
    <w:r>
      <w:rPr>
        <w:rFonts w:ascii="Calibri" w:hAnsi="Calibri" w:cs="Arial"/>
        <w:sz w:val="18"/>
        <w:szCs w:val="18"/>
      </w:rPr>
      <w:t xml:space="preserve"> – sito WEB </w:t>
    </w:r>
    <w:hyperlink r:id="rId4" w:history="1">
      <w:r>
        <w:rPr>
          <w:rStyle w:val="Collegamentoipertestuale"/>
          <w:rFonts w:ascii="Calibri" w:hAnsi="Calibri" w:cs="Arial"/>
          <w:sz w:val="18"/>
          <w:szCs w:val="18"/>
        </w:rPr>
        <w:t>http://www.marche.istruzione.it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667" w:rsidRDefault="001E2667">
      <w:r>
        <w:separator/>
      </w:r>
    </w:p>
  </w:footnote>
  <w:footnote w:type="continuationSeparator" w:id="0">
    <w:p w:rsidR="001E2667" w:rsidRDefault="001E26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B9C" w:rsidRDefault="00A61B9C" w:rsidP="001328E3">
    <w:pPr>
      <w:pStyle w:val="Intestazione"/>
      <w:spacing w:after="60"/>
      <w:jc w:val="center"/>
      <w:rPr>
        <w:rFonts w:ascii="Palace Script MT" w:hAnsi="Palace Script MT"/>
        <w:w w:val="66"/>
        <w:sz w:val="40"/>
        <w:szCs w:val="40"/>
      </w:rPr>
    </w:pPr>
  </w:p>
  <w:p w:rsidR="00A61B9C" w:rsidRPr="006E4A3F" w:rsidRDefault="00A61B9C" w:rsidP="001328E3">
    <w:pPr>
      <w:pStyle w:val="Intestazione"/>
      <w:spacing w:after="60"/>
      <w:jc w:val="center"/>
      <w:rPr>
        <w:rFonts w:ascii="Palace Script MT" w:hAnsi="Palace Script MT"/>
        <w:w w:val="66"/>
        <w:sz w:val="16"/>
        <w:szCs w:val="16"/>
      </w:rPr>
    </w:pPr>
  </w:p>
  <w:p w:rsidR="00A61B9C" w:rsidRDefault="008D454F" w:rsidP="001328E3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 wp14:anchorId="27B53672" wp14:editId="6DF67C3E">
          <wp:extent cx="397510" cy="397510"/>
          <wp:effectExtent l="0" t="0" r="2540" b="2540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510" cy="397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61B9C" w:rsidRPr="001446D9" w:rsidRDefault="00A61B9C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:rsidR="00A61B9C" w:rsidRPr="001446D9" w:rsidRDefault="00A61B9C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:rsidR="00A61B9C" w:rsidRPr="001446D9" w:rsidRDefault="00A61B9C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Direzione Generale</w:t>
    </w:r>
  </w:p>
  <w:p w:rsidR="00A61B9C" w:rsidRDefault="00A61B9C" w:rsidP="008B4793">
    <w:pPr>
      <w:jc w:val="center"/>
      <w:rPr>
        <w:rFonts w:ascii="Century" w:hAnsi="Century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"/>
      <w:lvlJc w:val="left"/>
      <w:pPr>
        <w:tabs>
          <w:tab w:val="num" w:pos="0"/>
        </w:tabs>
        <w:ind w:left="360" w:hanging="360"/>
      </w:pPr>
      <w:rPr>
        <w:rFonts w:ascii="Wingdings" w:hAnsi="Wingdings" w:cs="Times New Roman" w:hint="default"/>
        <w:color w:val="FF0000"/>
        <w:sz w:val="24"/>
        <w:szCs w:val="24"/>
      </w:rPr>
    </w:lvl>
  </w:abstractNum>
  <w:abstractNum w:abstractNumId="2">
    <w:nsid w:val="00000003"/>
    <w:multiLevelType w:val="singleLevel"/>
    <w:tmpl w:val="00000003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3">
    <w:nsid w:val="008F2821"/>
    <w:multiLevelType w:val="hybridMultilevel"/>
    <w:tmpl w:val="85709112"/>
    <w:lvl w:ilvl="0" w:tplc="1B68BF7C">
      <w:start w:val="1"/>
      <w:numFmt w:val="bullet"/>
      <w:lvlText w:val=""/>
      <w:lvlJc w:val="left"/>
      <w:pPr>
        <w:ind w:left="720" w:hanging="360"/>
      </w:pPr>
      <w:rPr>
        <w:rFonts w:ascii="Wingdings" w:hAnsi="Wingdings" w:cs="Times New Roman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022442"/>
    <w:multiLevelType w:val="hybridMultilevel"/>
    <w:tmpl w:val="D18EEF88"/>
    <w:lvl w:ilvl="0" w:tplc="0016989A">
      <w:start w:val="1"/>
      <w:numFmt w:val="upperRoman"/>
      <w:lvlText w:val="%1)"/>
      <w:lvlJc w:val="left"/>
      <w:pPr>
        <w:ind w:left="1080" w:hanging="72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B4B742F"/>
    <w:multiLevelType w:val="hybridMultilevel"/>
    <w:tmpl w:val="11AA155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10D14C8E"/>
    <w:multiLevelType w:val="hybridMultilevel"/>
    <w:tmpl w:val="31FC0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0231A71"/>
    <w:multiLevelType w:val="multilevel"/>
    <w:tmpl w:val="2C843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9406B4"/>
    <w:multiLevelType w:val="hybridMultilevel"/>
    <w:tmpl w:val="6D3C0560"/>
    <w:lvl w:ilvl="0" w:tplc="63E23804">
      <w:start w:val="2017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D515C8"/>
    <w:multiLevelType w:val="hybridMultilevel"/>
    <w:tmpl w:val="A69A1580"/>
    <w:lvl w:ilvl="0" w:tplc="568CCC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262A5DAC"/>
    <w:multiLevelType w:val="multilevel"/>
    <w:tmpl w:val="BA5009E6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4">
    <w:nsid w:val="29B54279"/>
    <w:multiLevelType w:val="multilevel"/>
    <w:tmpl w:val="9A0EB73A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5">
    <w:nsid w:val="351474BC"/>
    <w:multiLevelType w:val="hybridMultilevel"/>
    <w:tmpl w:val="271230A8"/>
    <w:lvl w:ilvl="0" w:tplc="0410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">
    <w:nsid w:val="35596556"/>
    <w:multiLevelType w:val="hybridMultilevel"/>
    <w:tmpl w:val="5BB485E8"/>
    <w:lvl w:ilvl="0" w:tplc="455EAD5E">
      <w:start w:val="2017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7164B2"/>
    <w:multiLevelType w:val="hybridMultilevel"/>
    <w:tmpl w:val="B956BF0C"/>
    <w:lvl w:ilvl="0" w:tplc="4C4A212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186059"/>
    <w:multiLevelType w:val="hybridMultilevel"/>
    <w:tmpl w:val="A07A14FC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D85623C"/>
    <w:multiLevelType w:val="singleLevel"/>
    <w:tmpl w:val="A0428CD2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</w:abstractNum>
  <w:abstractNum w:abstractNumId="20">
    <w:nsid w:val="409723E6"/>
    <w:multiLevelType w:val="multilevel"/>
    <w:tmpl w:val="EFEE3310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21">
    <w:nsid w:val="412F6C45"/>
    <w:multiLevelType w:val="hybridMultilevel"/>
    <w:tmpl w:val="B9C8E8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735C6D"/>
    <w:multiLevelType w:val="hybridMultilevel"/>
    <w:tmpl w:val="226A80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4F4DFC"/>
    <w:multiLevelType w:val="hybridMultilevel"/>
    <w:tmpl w:val="E2C8C3C2"/>
    <w:lvl w:ilvl="0" w:tplc="1B68BF7C">
      <w:start w:val="1"/>
      <w:numFmt w:val="bullet"/>
      <w:lvlText w:val=""/>
      <w:lvlJc w:val="left"/>
      <w:pPr>
        <w:ind w:left="720" w:hanging="360"/>
      </w:pPr>
      <w:rPr>
        <w:rFonts w:ascii="Wingdings" w:hAnsi="Wingdings" w:cs="Times New Roman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2450DA"/>
    <w:multiLevelType w:val="hybridMultilevel"/>
    <w:tmpl w:val="6E6C936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39C50F1"/>
    <w:multiLevelType w:val="hybridMultilevel"/>
    <w:tmpl w:val="DF38EA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081F4E"/>
    <w:multiLevelType w:val="hybridMultilevel"/>
    <w:tmpl w:val="63B2FF36"/>
    <w:lvl w:ilvl="0" w:tplc="503A32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92D5A4E"/>
    <w:multiLevelType w:val="hybridMultilevel"/>
    <w:tmpl w:val="7858229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0B84B9A"/>
    <w:multiLevelType w:val="hybridMultilevel"/>
    <w:tmpl w:val="2FF40D9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17F1D19"/>
    <w:multiLevelType w:val="hybridMultilevel"/>
    <w:tmpl w:val="D6EA7E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996C3A"/>
    <w:multiLevelType w:val="hybridMultilevel"/>
    <w:tmpl w:val="86C4A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5C0F1E"/>
    <w:multiLevelType w:val="hybridMultilevel"/>
    <w:tmpl w:val="55726E3A"/>
    <w:lvl w:ilvl="0" w:tplc="3CFE54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BA43FBE"/>
    <w:multiLevelType w:val="hybridMultilevel"/>
    <w:tmpl w:val="2C923C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D5D4CB9"/>
    <w:multiLevelType w:val="hybridMultilevel"/>
    <w:tmpl w:val="68E0FAEC"/>
    <w:lvl w:ilvl="0" w:tplc="96FA816A"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6DE24C0C"/>
    <w:multiLevelType w:val="hybridMultilevel"/>
    <w:tmpl w:val="68DC33D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FDB61D4"/>
    <w:multiLevelType w:val="hybridMultilevel"/>
    <w:tmpl w:val="EBACAAC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23E7DC2"/>
    <w:multiLevelType w:val="hybridMultilevel"/>
    <w:tmpl w:val="A574EFC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2C417E7"/>
    <w:multiLevelType w:val="hybridMultilevel"/>
    <w:tmpl w:val="AB2AFE24"/>
    <w:lvl w:ilvl="0" w:tplc="4C4A212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B07421"/>
    <w:multiLevelType w:val="hybridMultilevel"/>
    <w:tmpl w:val="A8069C74"/>
    <w:lvl w:ilvl="0" w:tplc="1B68BF7C">
      <w:start w:val="1"/>
      <w:numFmt w:val="bullet"/>
      <w:lvlText w:val=""/>
      <w:lvlJc w:val="left"/>
      <w:pPr>
        <w:ind w:left="720" w:hanging="360"/>
      </w:pPr>
      <w:rPr>
        <w:rFonts w:ascii="Wingdings" w:hAnsi="Wingdings" w:cs="Times New Roman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620DB3"/>
    <w:multiLevelType w:val="hybridMultilevel"/>
    <w:tmpl w:val="E1D2D23E"/>
    <w:lvl w:ilvl="0" w:tplc="4642AE0E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D625B29"/>
    <w:multiLevelType w:val="hybridMultilevel"/>
    <w:tmpl w:val="BEF8DDE8"/>
    <w:lvl w:ilvl="0" w:tplc="334097E6">
      <w:start w:val="1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12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30"/>
  </w:num>
  <w:num w:numId="7">
    <w:abstractNumId w:val="34"/>
  </w:num>
  <w:num w:numId="8">
    <w:abstractNumId w:val="20"/>
  </w:num>
  <w:num w:numId="9">
    <w:abstractNumId w:val="14"/>
  </w:num>
  <w:num w:numId="10">
    <w:abstractNumId w:val="13"/>
  </w:num>
  <w:num w:numId="11">
    <w:abstractNumId w:val="15"/>
  </w:num>
  <w:num w:numId="12">
    <w:abstractNumId w:val="35"/>
  </w:num>
  <w:num w:numId="13">
    <w:abstractNumId w:val="28"/>
  </w:num>
  <w:num w:numId="14">
    <w:abstractNumId w:val="21"/>
  </w:num>
  <w:num w:numId="15">
    <w:abstractNumId w:val="24"/>
  </w:num>
  <w:num w:numId="16">
    <w:abstractNumId w:val="29"/>
  </w:num>
  <w:num w:numId="17">
    <w:abstractNumId w:val="18"/>
  </w:num>
  <w:num w:numId="18">
    <w:abstractNumId w:val="36"/>
  </w:num>
  <w:num w:numId="19">
    <w:abstractNumId w:val="16"/>
  </w:num>
  <w:num w:numId="20">
    <w:abstractNumId w:val="10"/>
  </w:num>
  <w:num w:numId="21">
    <w:abstractNumId w:val="33"/>
  </w:num>
  <w:num w:numId="22">
    <w:abstractNumId w:val="9"/>
  </w:num>
  <w:num w:numId="23">
    <w:abstractNumId w:val="32"/>
  </w:num>
  <w:num w:numId="24">
    <w:abstractNumId w:val="11"/>
  </w:num>
  <w:num w:numId="25">
    <w:abstractNumId w:val="40"/>
  </w:num>
  <w:num w:numId="26">
    <w:abstractNumId w:val="26"/>
  </w:num>
  <w:num w:numId="27">
    <w:abstractNumId w:val="4"/>
  </w:num>
  <w:num w:numId="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39"/>
  </w:num>
  <w:num w:numId="31">
    <w:abstractNumId w:val="3"/>
  </w:num>
  <w:num w:numId="3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22"/>
  </w:num>
  <w:num w:numId="35">
    <w:abstractNumId w:val="7"/>
  </w:num>
  <w:num w:numId="36">
    <w:abstractNumId w:val="23"/>
  </w:num>
  <w:num w:numId="37">
    <w:abstractNumId w:val="38"/>
  </w:num>
  <w:num w:numId="38">
    <w:abstractNumId w:val="1"/>
  </w:num>
  <w:num w:numId="39">
    <w:abstractNumId w:val="25"/>
  </w:num>
  <w:num w:numId="40">
    <w:abstractNumId w:val="37"/>
  </w:num>
  <w:num w:numId="41">
    <w:abstractNumId w:val="17"/>
  </w:num>
  <w:num w:numId="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evenAndOddHeader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EE7"/>
    <w:rsid w:val="00013122"/>
    <w:rsid w:val="000221A8"/>
    <w:rsid w:val="0002396F"/>
    <w:rsid w:val="00025821"/>
    <w:rsid w:val="000469C0"/>
    <w:rsid w:val="000512B6"/>
    <w:rsid w:val="00052666"/>
    <w:rsid w:val="000604C7"/>
    <w:rsid w:val="000626DC"/>
    <w:rsid w:val="00065854"/>
    <w:rsid w:val="000734D8"/>
    <w:rsid w:val="000872BC"/>
    <w:rsid w:val="0009462A"/>
    <w:rsid w:val="00094FEF"/>
    <w:rsid w:val="000B2898"/>
    <w:rsid w:val="000B73A9"/>
    <w:rsid w:val="000C5B96"/>
    <w:rsid w:val="000E1876"/>
    <w:rsid w:val="000F165A"/>
    <w:rsid w:val="001028A5"/>
    <w:rsid w:val="001067CE"/>
    <w:rsid w:val="00106C89"/>
    <w:rsid w:val="001123BD"/>
    <w:rsid w:val="00115302"/>
    <w:rsid w:val="001169C1"/>
    <w:rsid w:val="001222D6"/>
    <w:rsid w:val="001230F1"/>
    <w:rsid w:val="001328E3"/>
    <w:rsid w:val="00136AAF"/>
    <w:rsid w:val="00140EC3"/>
    <w:rsid w:val="00140F38"/>
    <w:rsid w:val="00142886"/>
    <w:rsid w:val="001446D9"/>
    <w:rsid w:val="00151E15"/>
    <w:rsid w:val="0015799B"/>
    <w:rsid w:val="0016098C"/>
    <w:rsid w:val="00160F25"/>
    <w:rsid w:val="00162029"/>
    <w:rsid w:val="001705F8"/>
    <w:rsid w:val="00184179"/>
    <w:rsid w:val="00194029"/>
    <w:rsid w:val="001A0FA2"/>
    <w:rsid w:val="001A4070"/>
    <w:rsid w:val="001A6EBC"/>
    <w:rsid w:val="001B5E73"/>
    <w:rsid w:val="001C586C"/>
    <w:rsid w:val="001E1647"/>
    <w:rsid w:val="001E2667"/>
    <w:rsid w:val="001E3411"/>
    <w:rsid w:val="001E6801"/>
    <w:rsid w:val="001E73FD"/>
    <w:rsid w:val="001F38F9"/>
    <w:rsid w:val="001F6B96"/>
    <w:rsid w:val="001F6F55"/>
    <w:rsid w:val="00202A76"/>
    <w:rsid w:val="00203ECA"/>
    <w:rsid w:val="00212A06"/>
    <w:rsid w:val="002139FA"/>
    <w:rsid w:val="00214E1B"/>
    <w:rsid w:val="0021570C"/>
    <w:rsid w:val="002247EC"/>
    <w:rsid w:val="0022527B"/>
    <w:rsid w:val="00231426"/>
    <w:rsid w:val="0024226B"/>
    <w:rsid w:val="00247B14"/>
    <w:rsid w:val="0028617A"/>
    <w:rsid w:val="00286859"/>
    <w:rsid w:val="0029307D"/>
    <w:rsid w:val="00294E12"/>
    <w:rsid w:val="002A2A80"/>
    <w:rsid w:val="002A3DC2"/>
    <w:rsid w:val="002C3A25"/>
    <w:rsid w:val="002D66FA"/>
    <w:rsid w:val="002E1E4C"/>
    <w:rsid w:val="002E6CB5"/>
    <w:rsid w:val="002F39BA"/>
    <w:rsid w:val="002F45C3"/>
    <w:rsid w:val="002F75C2"/>
    <w:rsid w:val="003063DD"/>
    <w:rsid w:val="003144E7"/>
    <w:rsid w:val="00317798"/>
    <w:rsid w:val="00325D26"/>
    <w:rsid w:val="00326968"/>
    <w:rsid w:val="00340F90"/>
    <w:rsid w:val="00363382"/>
    <w:rsid w:val="003918AC"/>
    <w:rsid w:val="0039235A"/>
    <w:rsid w:val="00396DCD"/>
    <w:rsid w:val="003973D6"/>
    <w:rsid w:val="003A2189"/>
    <w:rsid w:val="003A2699"/>
    <w:rsid w:val="003B0557"/>
    <w:rsid w:val="003B10D1"/>
    <w:rsid w:val="003B4C21"/>
    <w:rsid w:val="003B699C"/>
    <w:rsid w:val="003C1045"/>
    <w:rsid w:val="003C213A"/>
    <w:rsid w:val="003C4A5D"/>
    <w:rsid w:val="003C6398"/>
    <w:rsid w:val="003D2F8F"/>
    <w:rsid w:val="003E5385"/>
    <w:rsid w:val="003F5450"/>
    <w:rsid w:val="003F7EC1"/>
    <w:rsid w:val="004001A4"/>
    <w:rsid w:val="004124D4"/>
    <w:rsid w:val="00427F65"/>
    <w:rsid w:val="004305C1"/>
    <w:rsid w:val="00430CBE"/>
    <w:rsid w:val="00433C0E"/>
    <w:rsid w:val="004411A2"/>
    <w:rsid w:val="00444152"/>
    <w:rsid w:val="00451B49"/>
    <w:rsid w:val="00465DDD"/>
    <w:rsid w:val="0047283F"/>
    <w:rsid w:val="00490DB0"/>
    <w:rsid w:val="00497C78"/>
    <w:rsid w:val="004A0B3A"/>
    <w:rsid w:val="004A277E"/>
    <w:rsid w:val="004A4086"/>
    <w:rsid w:val="004B4A43"/>
    <w:rsid w:val="004C5447"/>
    <w:rsid w:val="004D465E"/>
    <w:rsid w:val="004E16E1"/>
    <w:rsid w:val="00500132"/>
    <w:rsid w:val="005024D3"/>
    <w:rsid w:val="00504C84"/>
    <w:rsid w:val="005053DB"/>
    <w:rsid w:val="005173B6"/>
    <w:rsid w:val="005236DB"/>
    <w:rsid w:val="00527FC3"/>
    <w:rsid w:val="00536E7C"/>
    <w:rsid w:val="00557810"/>
    <w:rsid w:val="00557CA1"/>
    <w:rsid w:val="005605A1"/>
    <w:rsid w:val="0056605C"/>
    <w:rsid w:val="0057287B"/>
    <w:rsid w:val="005837A9"/>
    <w:rsid w:val="00583E76"/>
    <w:rsid w:val="00586341"/>
    <w:rsid w:val="00593D05"/>
    <w:rsid w:val="005A24E0"/>
    <w:rsid w:val="005B1070"/>
    <w:rsid w:val="005B6DC5"/>
    <w:rsid w:val="005C15CF"/>
    <w:rsid w:val="005C4DB6"/>
    <w:rsid w:val="005D0C46"/>
    <w:rsid w:val="005D0EF5"/>
    <w:rsid w:val="005D256F"/>
    <w:rsid w:val="005D33E0"/>
    <w:rsid w:val="005D60FC"/>
    <w:rsid w:val="005D686C"/>
    <w:rsid w:val="005E199E"/>
    <w:rsid w:val="005E72E9"/>
    <w:rsid w:val="005E72F2"/>
    <w:rsid w:val="005F12B8"/>
    <w:rsid w:val="005F3D60"/>
    <w:rsid w:val="00613E50"/>
    <w:rsid w:val="006213A6"/>
    <w:rsid w:val="0062214C"/>
    <w:rsid w:val="006273CD"/>
    <w:rsid w:val="00636819"/>
    <w:rsid w:val="0066114A"/>
    <w:rsid w:val="006727A9"/>
    <w:rsid w:val="00686718"/>
    <w:rsid w:val="006A123C"/>
    <w:rsid w:val="006A2BB1"/>
    <w:rsid w:val="006B0AC1"/>
    <w:rsid w:val="006B34B4"/>
    <w:rsid w:val="006B5FA0"/>
    <w:rsid w:val="006C314F"/>
    <w:rsid w:val="006D2400"/>
    <w:rsid w:val="006D43B8"/>
    <w:rsid w:val="006E4A3F"/>
    <w:rsid w:val="006E5B4A"/>
    <w:rsid w:val="006E6B28"/>
    <w:rsid w:val="006F1DE4"/>
    <w:rsid w:val="006F4B93"/>
    <w:rsid w:val="006F58E7"/>
    <w:rsid w:val="00703974"/>
    <w:rsid w:val="00711397"/>
    <w:rsid w:val="00711F0B"/>
    <w:rsid w:val="00713F55"/>
    <w:rsid w:val="00714C1A"/>
    <w:rsid w:val="00715AE4"/>
    <w:rsid w:val="007173A7"/>
    <w:rsid w:val="007228EE"/>
    <w:rsid w:val="00725996"/>
    <w:rsid w:val="00726A6A"/>
    <w:rsid w:val="00731510"/>
    <w:rsid w:val="00733834"/>
    <w:rsid w:val="007361CE"/>
    <w:rsid w:val="0073795F"/>
    <w:rsid w:val="00756057"/>
    <w:rsid w:val="0075777C"/>
    <w:rsid w:val="00770EC9"/>
    <w:rsid w:val="00773CDB"/>
    <w:rsid w:val="00775D85"/>
    <w:rsid w:val="00777C59"/>
    <w:rsid w:val="00786CFE"/>
    <w:rsid w:val="00787314"/>
    <w:rsid w:val="00787A86"/>
    <w:rsid w:val="00792761"/>
    <w:rsid w:val="007943C3"/>
    <w:rsid w:val="00796052"/>
    <w:rsid w:val="007A0F4F"/>
    <w:rsid w:val="007A3E9D"/>
    <w:rsid w:val="007A7544"/>
    <w:rsid w:val="007B0662"/>
    <w:rsid w:val="007B3A49"/>
    <w:rsid w:val="007C36D8"/>
    <w:rsid w:val="007D1694"/>
    <w:rsid w:val="007D64EE"/>
    <w:rsid w:val="007E4897"/>
    <w:rsid w:val="0080229D"/>
    <w:rsid w:val="00805F59"/>
    <w:rsid w:val="0080628A"/>
    <w:rsid w:val="00811280"/>
    <w:rsid w:val="00816A41"/>
    <w:rsid w:val="00820087"/>
    <w:rsid w:val="008208D2"/>
    <w:rsid w:val="008239F3"/>
    <w:rsid w:val="0083067D"/>
    <w:rsid w:val="0083181A"/>
    <w:rsid w:val="00831A5E"/>
    <w:rsid w:val="00853A85"/>
    <w:rsid w:val="008559D9"/>
    <w:rsid w:val="00856D0E"/>
    <w:rsid w:val="008571E8"/>
    <w:rsid w:val="0086336B"/>
    <w:rsid w:val="0086560F"/>
    <w:rsid w:val="00867FB7"/>
    <w:rsid w:val="008879E6"/>
    <w:rsid w:val="0089222D"/>
    <w:rsid w:val="00895D07"/>
    <w:rsid w:val="00896A2E"/>
    <w:rsid w:val="008A3D06"/>
    <w:rsid w:val="008B4793"/>
    <w:rsid w:val="008C5CA0"/>
    <w:rsid w:val="008D3123"/>
    <w:rsid w:val="008D454F"/>
    <w:rsid w:val="008F180E"/>
    <w:rsid w:val="009053CA"/>
    <w:rsid w:val="009063DE"/>
    <w:rsid w:val="00911C62"/>
    <w:rsid w:val="00914AB6"/>
    <w:rsid w:val="00914C77"/>
    <w:rsid w:val="00915683"/>
    <w:rsid w:val="00920D49"/>
    <w:rsid w:val="00923D89"/>
    <w:rsid w:val="00924615"/>
    <w:rsid w:val="00933ED1"/>
    <w:rsid w:val="0095088A"/>
    <w:rsid w:val="00952391"/>
    <w:rsid w:val="0095596A"/>
    <w:rsid w:val="00962AF0"/>
    <w:rsid w:val="00974519"/>
    <w:rsid w:val="009758DB"/>
    <w:rsid w:val="0098502D"/>
    <w:rsid w:val="009860EA"/>
    <w:rsid w:val="00990D6F"/>
    <w:rsid w:val="00995801"/>
    <w:rsid w:val="009A270E"/>
    <w:rsid w:val="009A5CFE"/>
    <w:rsid w:val="009A5D7B"/>
    <w:rsid w:val="009A65E9"/>
    <w:rsid w:val="009B7BF7"/>
    <w:rsid w:val="009C4538"/>
    <w:rsid w:val="009C6DB4"/>
    <w:rsid w:val="009E186C"/>
    <w:rsid w:val="009E5AC6"/>
    <w:rsid w:val="009F232F"/>
    <w:rsid w:val="009F387F"/>
    <w:rsid w:val="00A06A97"/>
    <w:rsid w:val="00A1001F"/>
    <w:rsid w:val="00A16542"/>
    <w:rsid w:val="00A20276"/>
    <w:rsid w:val="00A25362"/>
    <w:rsid w:val="00A257AD"/>
    <w:rsid w:val="00A36DDF"/>
    <w:rsid w:val="00A43D45"/>
    <w:rsid w:val="00A44F39"/>
    <w:rsid w:val="00A44FF8"/>
    <w:rsid w:val="00A53251"/>
    <w:rsid w:val="00A61B9C"/>
    <w:rsid w:val="00A70791"/>
    <w:rsid w:val="00A71BE1"/>
    <w:rsid w:val="00A74AD8"/>
    <w:rsid w:val="00A83D25"/>
    <w:rsid w:val="00AA5B13"/>
    <w:rsid w:val="00AA67A9"/>
    <w:rsid w:val="00AA6C1E"/>
    <w:rsid w:val="00AA7A72"/>
    <w:rsid w:val="00AC3250"/>
    <w:rsid w:val="00AC63AB"/>
    <w:rsid w:val="00AE219F"/>
    <w:rsid w:val="00AE3A19"/>
    <w:rsid w:val="00B02E54"/>
    <w:rsid w:val="00B033CF"/>
    <w:rsid w:val="00B10CAA"/>
    <w:rsid w:val="00B10D3B"/>
    <w:rsid w:val="00B13D78"/>
    <w:rsid w:val="00B30234"/>
    <w:rsid w:val="00B44958"/>
    <w:rsid w:val="00B51369"/>
    <w:rsid w:val="00B56B10"/>
    <w:rsid w:val="00B63F10"/>
    <w:rsid w:val="00B7728F"/>
    <w:rsid w:val="00B80A22"/>
    <w:rsid w:val="00B813E1"/>
    <w:rsid w:val="00B876CE"/>
    <w:rsid w:val="00B922AC"/>
    <w:rsid w:val="00B9297F"/>
    <w:rsid w:val="00B944A1"/>
    <w:rsid w:val="00B9479B"/>
    <w:rsid w:val="00BA0338"/>
    <w:rsid w:val="00BA4C0A"/>
    <w:rsid w:val="00BA5E08"/>
    <w:rsid w:val="00BB1172"/>
    <w:rsid w:val="00BC0B5A"/>
    <w:rsid w:val="00BC4A8D"/>
    <w:rsid w:val="00BD4FC0"/>
    <w:rsid w:val="00BF7BF3"/>
    <w:rsid w:val="00C05D06"/>
    <w:rsid w:val="00C05DE6"/>
    <w:rsid w:val="00C107D9"/>
    <w:rsid w:val="00C24832"/>
    <w:rsid w:val="00C248C8"/>
    <w:rsid w:val="00C42780"/>
    <w:rsid w:val="00C44C44"/>
    <w:rsid w:val="00C45E44"/>
    <w:rsid w:val="00C50314"/>
    <w:rsid w:val="00C53192"/>
    <w:rsid w:val="00C54C15"/>
    <w:rsid w:val="00C64000"/>
    <w:rsid w:val="00C66C50"/>
    <w:rsid w:val="00C70734"/>
    <w:rsid w:val="00C73A3C"/>
    <w:rsid w:val="00C75B0F"/>
    <w:rsid w:val="00C83861"/>
    <w:rsid w:val="00C91854"/>
    <w:rsid w:val="00CA14AA"/>
    <w:rsid w:val="00CA3A1A"/>
    <w:rsid w:val="00CC3989"/>
    <w:rsid w:val="00CE0544"/>
    <w:rsid w:val="00CE3B95"/>
    <w:rsid w:val="00CF13C9"/>
    <w:rsid w:val="00CF4216"/>
    <w:rsid w:val="00D02CBD"/>
    <w:rsid w:val="00D05A7F"/>
    <w:rsid w:val="00D1399A"/>
    <w:rsid w:val="00D2023A"/>
    <w:rsid w:val="00D205CB"/>
    <w:rsid w:val="00D21D9A"/>
    <w:rsid w:val="00D256A6"/>
    <w:rsid w:val="00D30DA6"/>
    <w:rsid w:val="00D45BCA"/>
    <w:rsid w:val="00D5029E"/>
    <w:rsid w:val="00D53DCB"/>
    <w:rsid w:val="00D56389"/>
    <w:rsid w:val="00D61E22"/>
    <w:rsid w:val="00D70B9C"/>
    <w:rsid w:val="00D71EAB"/>
    <w:rsid w:val="00D8095E"/>
    <w:rsid w:val="00D83400"/>
    <w:rsid w:val="00D83871"/>
    <w:rsid w:val="00D876A3"/>
    <w:rsid w:val="00D91E7E"/>
    <w:rsid w:val="00D92CC7"/>
    <w:rsid w:val="00DB0E61"/>
    <w:rsid w:val="00DC42D1"/>
    <w:rsid w:val="00DD1DAC"/>
    <w:rsid w:val="00DD384A"/>
    <w:rsid w:val="00DD6016"/>
    <w:rsid w:val="00DE5CF4"/>
    <w:rsid w:val="00DF144D"/>
    <w:rsid w:val="00DF42D0"/>
    <w:rsid w:val="00DF5567"/>
    <w:rsid w:val="00E14969"/>
    <w:rsid w:val="00E174CB"/>
    <w:rsid w:val="00E321D7"/>
    <w:rsid w:val="00E3460F"/>
    <w:rsid w:val="00E35152"/>
    <w:rsid w:val="00E42106"/>
    <w:rsid w:val="00E42F35"/>
    <w:rsid w:val="00E43034"/>
    <w:rsid w:val="00E57181"/>
    <w:rsid w:val="00E634CE"/>
    <w:rsid w:val="00E64837"/>
    <w:rsid w:val="00E75237"/>
    <w:rsid w:val="00E762D2"/>
    <w:rsid w:val="00E82615"/>
    <w:rsid w:val="00E831F3"/>
    <w:rsid w:val="00EB0EE7"/>
    <w:rsid w:val="00EB7FC9"/>
    <w:rsid w:val="00EC0BF6"/>
    <w:rsid w:val="00EC6B16"/>
    <w:rsid w:val="00ED0929"/>
    <w:rsid w:val="00ED0EA9"/>
    <w:rsid w:val="00ED17F6"/>
    <w:rsid w:val="00F00A92"/>
    <w:rsid w:val="00F029D2"/>
    <w:rsid w:val="00F068FA"/>
    <w:rsid w:val="00F23ED7"/>
    <w:rsid w:val="00F344B8"/>
    <w:rsid w:val="00F50A35"/>
    <w:rsid w:val="00F51EF8"/>
    <w:rsid w:val="00F62D91"/>
    <w:rsid w:val="00F658DB"/>
    <w:rsid w:val="00F70D7B"/>
    <w:rsid w:val="00F81313"/>
    <w:rsid w:val="00F814C4"/>
    <w:rsid w:val="00F81CE5"/>
    <w:rsid w:val="00F90DB3"/>
    <w:rsid w:val="00F95236"/>
    <w:rsid w:val="00FA0CED"/>
    <w:rsid w:val="00FB7369"/>
    <w:rsid w:val="00FB7C72"/>
    <w:rsid w:val="00FC2B3A"/>
    <w:rsid w:val="00FC33AC"/>
    <w:rsid w:val="00FD222C"/>
    <w:rsid w:val="00FD628D"/>
    <w:rsid w:val="00FE10AD"/>
    <w:rsid w:val="00FE6800"/>
    <w:rsid w:val="00FF1C58"/>
    <w:rsid w:val="00FF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Signature" w:uiPriority="0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6B9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F6B96"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F6B96"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F6B96"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F6B96"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1F6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86336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86336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86336B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86336B"/>
    <w:rPr>
      <w:rFonts w:ascii="Calibri" w:hAnsi="Calibri" w:cs="Times New Roman"/>
      <w:b/>
      <w:bCs/>
      <w:sz w:val="28"/>
      <w:szCs w:val="28"/>
    </w:rPr>
  </w:style>
  <w:style w:type="character" w:customStyle="1" w:styleId="Titolo6Carattere">
    <w:name w:val="Titolo 6 Carattere"/>
    <w:link w:val="Titolo6"/>
    <w:uiPriority w:val="99"/>
    <w:semiHidden/>
    <w:locked/>
    <w:rsid w:val="0086336B"/>
    <w:rPr>
      <w:rFonts w:ascii="Calibri" w:hAnsi="Calibri" w:cs="Times New Roman"/>
      <w:b/>
      <w:bCs/>
    </w:rPr>
  </w:style>
  <w:style w:type="paragraph" w:styleId="Intestazione">
    <w:name w:val="header"/>
    <w:basedOn w:val="Normale"/>
    <w:link w:val="IntestazioneCarattere"/>
    <w:uiPriority w:val="99"/>
    <w:rsid w:val="001F6B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86336B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rsid w:val="001F6B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EB0EE7"/>
    <w:rPr>
      <w:rFonts w:cs="Times New Roman"/>
      <w:sz w:val="24"/>
    </w:rPr>
  </w:style>
  <w:style w:type="character" w:styleId="Collegamentoipertestuale">
    <w:name w:val="Hyperlink"/>
    <w:uiPriority w:val="99"/>
    <w:rsid w:val="001F6B96"/>
    <w:rPr>
      <w:rFonts w:cs="Times New Roman"/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rsid w:val="001F6B96"/>
    <w:pPr>
      <w:ind w:firstLine="851"/>
      <w:jc w:val="both"/>
    </w:pPr>
    <w:rPr>
      <w:sz w:val="28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86336B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1F6B9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1F6B96"/>
    <w:pPr>
      <w:tabs>
        <w:tab w:val="center" w:pos="5954"/>
      </w:tabs>
      <w:ind w:left="5954"/>
      <w:jc w:val="both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86336B"/>
    <w:rPr>
      <w:rFonts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1F6B9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6336B"/>
    <w:rPr>
      <w:rFonts w:cs="Times New Roman"/>
      <w:sz w:val="2"/>
    </w:rPr>
  </w:style>
  <w:style w:type="paragraph" w:styleId="Corpotesto">
    <w:name w:val="Body Text"/>
    <w:basedOn w:val="Normale"/>
    <w:link w:val="CorpotestoCarattere"/>
    <w:uiPriority w:val="99"/>
    <w:rsid w:val="001F6B96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locked/>
    <w:rsid w:val="0086336B"/>
    <w:rPr>
      <w:rFonts w:cs="Times New Roman"/>
      <w:sz w:val="20"/>
      <w:szCs w:val="20"/>
    </w:rPr>
  </w:style>
  <w:style w:type="paragraph" w:customStyle="1" w:styleId="Corpodeltesto21">
    <w:name w:val="Corpo del testo 21"/>
    <w:basedOn w:val="Normale"/>
    <w:uiPriority w:val="99"/>
    <w:rsid w:val="001F6B96"/>
    <w:pPr>
      <w:jc w:val="both"/>
    </w:pPr>
  </w:style>
  <w:style w:type="character" w:customStyle="1" w:styleId="Collegamentoipertestuale1">
    <w:name w:val="Collegamento ipertestuale1"/>
    <w:uiPriority w:val="99"/>
    <w:rsid w:val="001F6B96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1F6B96"/>
    <w:pPr>
      <w:tabs>
        <w:tab w:val="left" w:pos="567"/>
      </w:tabs>
      <w:jc w:val="both"/>
    </w:pPr>
    <w:rPr>
      <w:bCs/>
      <w:sz w:val="20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86336B"/>
    <w:rPr>
      <w:rFonts w:cs="Times New Roman"/>
      <w:sz w:val="20"/>
      <w:szCs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D66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E6800"/>
    <w:pPr>
      <w:ind w:left="720"/>
      <w:contextualSpacing/>
    </w:pPr>
  </w:style>
  <w:style w:type="character" w:customStyle="1" w:styleId="apple-converted-space">
    <w:name w:val="apple-converted-space"/>
    <w:rsid w:val="005837A9"/>
    <w:rPr>
      <w:rFonts w:cs="Times New Roman"/>
    </w:rPr>
  </w:style>
  <w:style w:type="character" w:styleId="Enfasigrassetto">
    <w:name w:val="Strong"/>
    <w:uiPriority w:val="99"/>
    <w:qFormat/>
    <w:rsid w:val="00A53251"/>
    <w:rPr>
      <w:rFonts w:cs="Times New Roman"/>
      <w:b/>
      <w:bCs/>
    </w:rPr>
  </w:style>
  <w:style w:type="paragraph" w:customStyle="1" w:styleId="Standard">
    <w:name w:val="Standard"/>
    <w:uiPriority w:val="99"/>
    <w:rsid w:val="00756057"/>
    <w:pPr>
      <w:suppressAutoHyphens/>
      <w:autoSpaceDN w:val="0"/>
    </w:pPr>
    <w:rPr>
      <w:kern w:val="3"/>
      <w:sz w:val="24"/>
      <w:szCs w:val="24"/>
      <w:lang w:eastAsia="zh-CN"/>
    </w:rPr>
  </w:style>
  <w:style w:type="paragraph" w:styleId="Nessunaspaziatura">
    <w:name w:val="No Spacing"/>
    <w:uiPriority w:val="99"/>
    <w:qFormat/>
    <w:rsid w:val="003E5385"/>
    <w:rPr>
      <w:rFonts w:ascii="Calibri" w:hAnsi="Calibri"/>
      <w:sz w:val="22"/>
      <w:szCs w:val="22"/>
      <w:lang w:eastAsia="en-US"/>
    </w:rPr>
  </w:style>
  <w:style w:type="paragraph" w:customStyle="1" w:styleId="Textbody">
    <w:name w:val="Text body"/>
    <w:basedOn w:val="Standard"/>
    <w:uiPriority w:val="99"/>
    <w:rsid w:val="003E5385"/>
    <w:pPr>
      <w:widowControl w:val="0"/>
      <w:spacing w:after="120"/>
      <w:textAlignment w:val="baseline"/>
    </w:pPr>
    <w:rPr>
      <w:rFonts w:cs="Tahoma"/>
      <w:lang w:val="de-DE" w:eastAsia="ja-JP" w:bidi="fa-IR"/>
    </w:rPr>
  </w:style>
  <w:style w:type="paragraph" w:styleId="Corpodeltesto3">
    <w:name w:val="Body Text 3"/>
    <w:basedOn w:val="Normale"/>
    <w:link w:val="Corpodeltesto3Carattere"/>
    <w:rsid w:val="00106C89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106C89"/>
    <w:rPr>
      <w:sz w:val="16"/>
      <w:szCs w:val="16"/>
    </w:rPr>
  </w:style>
  <w:style w:type="paragraph" w:styleId="Titolo">
    <w:name w:val="Title"/>
    <w:basedOn w:val="Normale"/>
    <w:link w:val="TitoloCarattere"/>
    <w:qFormat/>
    <w:locked/>
    <w:rsid w:val="00FA0CED"/>
    <w:pPr>
      <w:widowControl w:val="0"/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TitoloCarattere">
    <w:name w:val="Titolo Carattere"/>
    <w:link w:val="Titolo"/>
    <w:rsid w:val="00FA0CED"/>
    <w:rPr>
      <w:b/>
      <w:bCs/>
      <w:sz w:val="28"/>
      <w:szCs w:val="28"/>
    </w:rPr>
  </w:style>
  <w:style w:type="table" w:styleId="Sfondochiaro-Colore1">
    <w:name w:val="Light Shading Accent 1"/>
    <w:basedOn w:val="Tabellanormale"/>
    <w:uiPriority w:val="60"/>
    <w:rsid w:val="001F6F5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Firma">
    <w:name w:val="Signature"/>
    <w:basedOn w:val="Normale"/>
    <w:link w:val="FirmaCarattere"/>
    <w:semiHidden/>
    <w:unhideWhenUsed/>
    <w:rsid w:val="008208D2"/>
    <w:pPr>
      <w:overflowPunct/>
      <w:autoSpaceDE/>
      <w:autoSpaceDN/>
      <w:adjustRightInd/>
      <w:ind w:left="4252"/>
      <w:textAlignment w:val="auto"/>
    </w:pPr>
    <w:rPr>
      <w:szCs w:val="24"/>
    </w:rPr>
  </w:style>
  <w:style w:type="character" w:customStyle="1" w:styleId="FirmaCarattere">
    <w:name w:val="Firma Carattere"/>
    <w:link w:val="Firma"/>
    <w:semiHidden/>
    <w:rsid w:val="008208D2"/>
    <w:rPr>
      <w:sz w:val="24"/>
      <w:szCs w:val="24"/>
    </w:rPr>
  </w:style>
  <w:style w:type="character" w:customStyle="1" w:styleId="apple-tab-span">
    <w:name w:val="apple-tab-span"/>
    <w:rsid w:val="008559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Signature" w:uiPriority="0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6B9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F6B96"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F6B96"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F6B96"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F6B96"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1F6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86336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86336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86336B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86336B"/>
    <w:rPr>
      <w:rFonts w:ascii="Calibri" w:hAnsi="Calibri" w:cs="Times New Roman"/>
      <w:b/>
      <w:bCs/>
      <w:sz w:val="28"/>
      <w:szCs w:val="28"/>
    </w:rPr>
  </w:style>
  <w:style w:type="character" w:customStyle="1" w:styleId="Titolo6Carattere">
    <w:name w:val="Titolo 6 Carattere"/>
    <w:link w:val="Titolo6"/>
    <w:uiPriority w:val="99"/>
    <w:semiHidden/>
    <w:locked/>
    <w:rsid w:val="0086336B"/>
    <w:rPr>
      <w:rFonts w:ascii="Calibri" w:hAnsi="Calibri" w:cs="Times New Roman"/>
      <w:b/>
      <w:bCs/>
    </w:rPr>
  </w:style>
  <w:style w:type="paragraph" w:styleId="Intestazione">
    <w:name w:val="header"/>
    <w:basedOn w:val="Normale"/>
    <w:link w:val="IntestazioneCarattere"/>
    <w:uiPriority w:val="99"/>
    <w:rsid w:val="001F6B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86336B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rsid w:val="001F6B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EB0EE7"/>
    <w:rPr>
      <w:rFonts w:cs="Times New Roman"/>
      <w:sz w:val="24"/>
    </w:rPr>
  </w:style>
  <w:style w:type="character" w:styleId="Collegamentoipertestuale">
    <w:name w:val="Hyperlink"/>
    <w:uiPriority w:val="99"/>
    <w:rsid w:val="001F6B96"/>
    <w:rPr>
      <w:rFonts w:cs="Times New Roman"/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rsid w:val="001F6B96"/>
    <w:pPr>
      <w:ind w:firstLine="851"/>
      <w:jc w:val="both"/>
    </w:pPr>
    <w:rPr>
      <w:sz w:val="28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86336B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1F6B9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1F6B96"/>
    <w:pPr>
      <w:tabs>
        <w:tab w:val="center" w:pos="5954"/>
      </w:tabs>
      <w:ind w:left="5954"/>
      <w:jc w:val="both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86336B"/>
    <w:rPr>
      <w:rFonts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1F6B9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6336B"/>
    <w:rPr>
      <w:rFonts w:cs="Times New Roman"/>
      <w:sz w:val="2"/>
    </w:rPr>
  </w:style>
  <w:style w:type="paragraph" w:styleId="Corpotesto">
    <w:name w:val="Body Text"/>
    <w:basedOn w:val="Normale"/>
    <w:link w:val="CorpotestoCarattere"/>
    <w:uiPriority w:val="99"/>
    <w:rsid w:val="001F6B96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locked/>
    <w:rsid w:val="0086336B"/>
    <w:rPr>
      <w:rFonts w:cs="Times New Roman"/>
      <w:sz w:val="20"/>
      <w:szCs w:val="20"/>
    </w:rPr>
  </w:style>
  <w:style w:type="paragraph" w:customStyle="1" w:styleId="Corpodeltesto21">
    <w:name w:val="Corpo del testo 21"/>
    <w:basedOn w:val="Normale"/>
    <w:uiPriority w:val="99"/>
    <w:rsid w:val="001F6B96"/>
    <w:pPr>
      <w:jc w:val="both"/>
    </w:pPr>
  </w:style>
  <w:style w:type="character" w:customStyle="1" w:styleId="Collegamentoipertestuale1">
    <w:name w:val="Collegamento ipertestuale1"/>
    <w:uiPriority w:val="99"/>
    <w:rsid w:val="001F6B96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1F6B96"/>
    <w:pPr>
      <w:tabs>
        <w:tab w:val="left" w:pos="567"/>
      </w:tabs>
      <w:jc w:val="both"/>
    </w:pPr>
    <w:rPr>
      <w:bCs/>
      <w:sz w:val="20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86336B"/>
    <w:rPr>
      <w:rFonts w:cs="Times New Roman"/>
      <w:sz w:val="20"/>
      <w:szCs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D66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E6800"/>
    <w:pPr>
      <w:ind w:left="720"/>
      <w:contextualSpacing/>
    </w:pPr>
  </w:style>
  <w:style w:type="character" w:customStyle="1" w:styleId="apple-converted-space">
    <w:name w:val="apple-converted-space"/>
    <w:rsid w:val="005837A9"/>
    <w:rPr>
      <w:rFonts w:cs="Times New Roman"/>
    </w:rPr>
  </w:style>
  <w:style w:type="character" w:styleId="Enfasigrassetto">
    <w:name w:val="Strong"/>
    <w:uiPriority w:val="99"/>
    <w:qFormat/>
    <w:rsid w:val="00A53251"/>
    <w:rPr>
      <w:rFonts w:cs="Times New Roman"/>
      <w:b/>
      <w:bCs/>
    </w:rPr>
  </w:style>
  <w:style w:type="paragraph" w:customStyle="1" w:styleId="Standard">
    <w:name w:val="Standard"/>
    <w:uiPriority w:val="99"/>
    <w:rsid w:val="00756057"/>
    <w:pPr>
      <w:suppressAutoHyphens/>
      <w:autoSpaceDN w:val="0"/>
    </w:pPr>
    <w:rPr>
      <w:kern w:val="3"/>
      <w:sz w:val="24"/>
      <w:szCs w:val="24"/>
      <w:lang w:eastAsia="zh-CN"/>
    </w:rPr>
  </w:style>
  <w:style w:type="paragraph" w:styleId="Nessunaspaziatura">
    <w:name w:val="No Spacing"/>
    <w:uiPriority w:val="99"/>
    <w:qFormat/>
    <w:rsid w:val="003E5385"/>
    <w:rPr>
      <w:rFonts w:ascii="Calibri" w:hAnsi="Calibri"/>
      <w:sz w:val="22"/>
      <w:szCs w:val="22"/>
      <w:lang w:eastAsia="en-US"/>
    </w:rPr>
  </w:style>
  <w:style w:type="paragraph" w:customStyle="1" w:styleId="Textbody">
    <w:name w:val="Text body"/>
    <w:basedOn w:val="Standard"/>
    <w:uiPriority w:val="99"/>
    <w:rsid w:val="003E5385"/>
    <w:pPr>
      <w:widowControl w:val="0"/>
      <w:spacing w:after="120"/>
      <w:textAlignment w:val="baseline"/>
    </w:pPr>
    <w:rPr>
      <w:rFonts w:cs="Tahoma"/>
      <w:lang w:val="de-DE" w:eastAsia="ja-JP" w:bidi="fa-IR"/>
    </w:rPr>
  </w:style>
  <w:style w:type="paragraph" w:styleId="Corpodeltesto3">
    <w:name w:val="Body Text 3"/>
    <w:basedOn w:val="Normale"/>
    <w:link w:val="Corpodeltesto3Carattere"/>
    <w:rsid w:val="00106C89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106C89"/>
    <w:rPr>
      <w:sz w:val="16"/>
      <w:szCs w:val="16"/>
    </w:rPr>
  </w:style>
  <w:style w:type="paragraph" w:styleId="Titolo">
    <w:name w:val="Title"/>
    <w:basedOn w:val="Normale"/>
    <w:link w:val="TitoloCarattere"/>
    <w:qFormat/>
    <w:locked/>
    <w:rsid w:val="00FA0CED"/>
    <w:pPr>
      <w:widowControl w:val="0"/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TitoloCarattere">
    <w:name w:val="Titolo Carattere"/>
    <w:link w:val="Titolo"/>
    <w:rsid w:val="00FA0CED"/>
    <w:rPr>
      <w:b/>
      <w:bCs/>
      <w:sz w:val="28"/>
      <w:szCs w:val="28"/>
    </w:rPr>
  </w:style>
  <w:style w:type="table" w:styleId="Sfondochiaro-Colore1">
    <w:name w:val="Light Shading Accent 1"/>
    <w:basedOn w:val="Tabellanormale"/>
    <w:uiPriority w:val="60"/>
    <w:rsid w:val="001F6F5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Firma">
    <w:name w:val="Signature"/>
    <w:basedOn w:val="Normale"/>
    <w:link w:val="FirmaCarattere"/>
    <w:semiHidden/>
    <w:unhideWhenUsed/>
    <w:rsid w:val="008208D2"/>
    <w:pPr>
      <w:overflowPunct/>
      <w:autoSpaceDE/>
      <w:autoSpaceDN/>
      <w:adjustRightInd/>
      <w:ind w:left="4252"/>
      <w:textAlignment w:val="auto"/>
    </w:pPr>
    <w:rPr>
      <w:szCs w:val="24"/>
    </w:rPr>
  </w:style>
  <w:style w:type="character" w:customStyle="1" w:styleId="FirmaCarattere">
    <w:name w:val="Firma Carattere"/>
    <w:link w:val="Firma"/>
    <w:semiHidden/>
    <w:rsid w:val="008208D2"/>
    <w:rPr>
      <w:sz w:val="24"/>
      <w:szCs w:val="24"/>
    </w:rPr>
  </w:style>
  <w:style w:type="character" w:customStyle="1" w:styleId="apple-tab-span">
    <w:name w:val="apple-tab-span"/>
    <w:rsid w:val="008559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6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9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9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3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541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54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541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serafina.olmo@istruzione.it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irezione-marche@istruzione.it" TargetMode="External"/><Relationship Id="rId2" Type="http://schemas.openxmlformats.org/officeDocument/2006/relationships/hyperlink" Target="mailto:drma@postacert.istruzione.it" TargetMode="External"/><Relationship Id="rId1" Type="http://schemas.openxmlformats.org/officeDocument/2006/relationships/hyperlink" Target="mailto:marco.petrini@istruzione.it" TargetMode="External"/><Relationship Id="rId4" Type="http://schemas.openxmlformats.org/officeDocument/2006/relationships/hyperlink" Target="http://www.marche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0121\Desktop\MODELLO%20US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ACD01-B1A2-4D61-840E-1E6D701FC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USR.dotx</Template>
  <TotalTime>1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Michelangela</dc:creator>
  <cp:lastModifiedBy>Administrator</cp:lastModifiedBy>
  <cp:revision>2</cp:revision>
  <cp:lastPrinted>2016-12-20T12:44:00Z</cp:lastPrinted>
  <dcterms:created xsi:type="dcterms:W3CDTF">2018-11-07T11:20:00Z</dcterms:created>
  <dcterms:modified xsi:type="dcterms:W3CDTF">2018-11-07T11:20:00Z</dcterms:modified>
</cp:coreProperties>
</file>